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538" w:type="dxa"/>
        <w:tblLook w:val="04A0" w:firstRow="1" w:lastRow="0" w:firstColumn="1" w:lastColumn="0" w:noHBand="0" w:noVBand="1"/>
      </w:tblPr>
      <w:tblGrid>
        <w:gridCol w:w="1377"/>
        <w:gridCol w:w="2563"/>
        <w:gridCol w:w="5598"/>
      </w:tblGrid>
      <w:tr w:rsidR="002A35A1" w:rsidRPr="00B0544D" w14:paraId="19C2CC77" w14:textId="77777777" w:rsidTr="002A35A1">
        <w:tc>
          <w:tcPr>
            <w:tcW w:w="1377" w:type="dxa"/>
          </w:tcPr>
          <w:p w14:paraId="79061C9F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563" w:type="dxa"/>
          </w:tcPr>
          <w:p w14:paraId="7A84EA3B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598" w:type="dxa"/>
          </w:tcPr>
          <w:p w14:paraId="581ADDFB" w14:textId="77777777" w:rsidR="002A35A1" w:rsidRPr="002A35A1" w:rsidRDefault="002A35A1" w:rsidP="00764D1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2A35A1" w14:paraId="12BA2626" w14:textId="77777777" w:rsidTr="002A35A1">
        <w:tc>
          <w:tcPr>
            <w:tcW w:w="1377" w:type="dxa"/>
          </w:tcPr>
          <w:p w14:paraId="612AA262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t>07511633</w:t>
            </w:r>
          </w:p>
        </w:tc>
        <w:tc>
          <w:tcPr>
            <w:tcW w:w="2563" w:type="dxa"/>
          </w:tcPr>
          <w:p w14:paraId="3BA4696F" w14:textId="1D3D84EC" w:rsidR="002A35A1" w:rsidRPr="002A35A1" w:rsidRDefault="00B745EA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termoventilante </w:t>
            </w:r>
            <w:r w:rsidR="002A35A1" w:rsidRPr="002A35A1">
              <w:rPr>
                <w:rFonts w:ascii="Poppins" w:hAnsi="Poppins" w:cs="Poppins"/>
                <w:bCs/>
                <w:sz w:val="20"/>
              </w:rPr>
              <w:t>UTO 25 C1</w:t>
            </w:r>
          </w:p>
        </w:tc>
        <w:tc>
          <w:tcPr>
            <w:tcW w:w="5598" w:type="dxa"/>
          </w:tcPr>
          <w:p w14:paraId="2D6DAD61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completa di plenum di aspirazione (posteriore) e di immissione aria, entrambi con 2 attacchi circolari DN 160/180/200.</w:t>
            </w:r>
          </w:p>
          <w:p w14:paraId="63A124D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380F850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466F427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3555E922" w14:textId="6A449AA0" w:rsidR="002A35A1" w:rsidRPr="002A35A1" w:rsidRDefault="002A35A1" w:rsidP="00764D13">
            <w:pPr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Kit valvola motorizzata a 3 vie, per impianto a 2 tubi, di serie, premontato (costituito da valvola a 3 vie da ¾” con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Kvs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= 2,5; servocomando elettrotermico NC, 230 Vac-50 Hz e kit tubi rame e raccordi con terminali con girello F </w:t>
            </w:r>
            <w:r w:rsidR="00B745EA">
              <w:rPr>
                <w:rFonts w:ascii="Poppins" w:hAnsi="Poppins" w:cs="Poppins"/>
                <w:sz w:val="20"/>
              </w:rPr>
              <w:t>1/2</w:t>
            </w:r>
            <w:r w:rsidRPr="002A35A1">
              <w:rPr>
                <w:rFonts w:ascii="Poppins" w:hAnsi="Poppins" w:cs="Poppins"/>
                <w:sz w:val="20"/>
              </w:rPr>
              <w:t>”).</w:t>
            </w:r>
          </w:p>
          <w:p w14:paraId="3BDD9AA3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3F823E86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Filtro aria in fibra ac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rilica (classe di efficienza G3) e</w:t>
            </w:r>
            <w:r w:rsidRPr="002A35A1">
              <w:rPr>
                <w:rFonts w:ascii="Poppins" w:hAnsi="Poppins" w:cs="Poppins"/>
                <w:sz w:val="20"/>
              </w:rPr>
              <w:t xml:space="preserve"> bacinelle raccolta condensa, termicamente isolata, per installazione orizzontale.</w:t>
            </w:r>
          </w:p>
          <w:p w14:paraId="02A57652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20B8E0E3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>Dati tecnici:</w:t>
            </w:r>
          </w:p>
          <w:p w14:paraId="6F9827AD" w14:textId="77777777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B745EA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B745EA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B745EA">
              <w:rPr>
                <w:rFonts w:ascii="Poppins" w:hAnsi="Poppins" w:cs="Poppins"/>
                <w:color w:val="000000"/>
              </w:rPr>
              <w:t xml:space="preserve"> (min- max) 2,40 (1,60- 2,59) kW</w:t>
            </w:r>
          </w:p>
          <w:p w14:paraId="3B370611" w14:textId="77777777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B745EA">
              <w:rPr>
                <w:rFonts w:ascii="Poppins" w:hAnsi="Poppins" w:cs="Poppins"/>
                <w:color w:val="000000"/>
              </w:rPr>
              <w:t>Portata d’acqua max velocità 445 l/h</w:t>
            </w:r>
          </w:p>
          <w:p w14:paraId="518AA231" w14:textId="121DAEE3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745EA">
              <w:rPr>
                <w:rFonts w:ascii="Poppins" w:hAnsi="Poppins" w:cs="Poppins"/>
                <w:color w:val="000000"/>
              </w:rPr>
              <w:lastRenderedPageBreak/>
              <w:t xml:space="preserve">Perdita di carico max velocità 15,3 </w:t>
            </w:r>
            <w:proofErr w:type="spellStart"/>
            <w:r w:rsidRPr="00B745EA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B745EA" w:rsidRPr="00B745EA">
              <w:rPr>
                <w:rFonts w:ascii="Poppins" w:hAnsi="Poppins" w:cs="Poppins"/>
                <w:color w:val="000000"/>
              </w:rPr>
              <w:t xml:space="preserve"> </w:t>
            </w:r>
            <w:r w:rsidRPr="00B745EA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B745EA">
              <w:rPr>
                <w:rFonts w:ascii="Poppins" w:hAnsi="Poppins" w:cs="Poppins"/>
              </w:rPr>
              <w:t>b.s</w:t>
            </w:r>
            <w:proofErr w:type="spellEnd"/>
            <w:r w:rsidRPr="00B745EA">
              <w:rPr>
                <w:rFonts w:ascii="Poppins" w:hAnsi="Poppins" w:cs="Poppins"/>
              </w:rPr>
              <w:t xml:space="preserve">./19 °C </w:t>
            </w:r>
            <w:proofErr w:type="spellStart"/>
            <w:r w:rsidRPr="00B745EA">
              <w:rPr>
                <w:rFonts w:ascii="Poppins" w:hAnsi="Poppins" w:cs="Poppins"/>
              </w:rPr>
              <w:t>b.u.</w:t>
            </w:r>
            <w:proofErr w:type="spellEnd"/>
            <w:r w:rsidRPr="00B745EA">
              <w:rPr>
                <w:rFonts w:ascii="Poppins" w:hAnsi="Poppins" w:cs="Poppins"/>
              </w:rPr>
              <w:t>)</w:t>
            </w:r>
          </w:p>
          <w:p w14:paraId="4E7D1515" w14:textId="77777777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B745EA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B745EA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B745EA">
              <w:rPr>
                <w:rFonts w:ascii="Poppins" w:hAnsi="Poppins" w:cs="Poppins"/>
                <w:color w:val="000000"/>
              </w:rPr>
              <w:t xml:space="preserve"> (min- max) 2,63 (1,71- 2,85) kW</w:t>
            </w:r>
          </w:p>
          <w:p w14:paraId="2F9E93F5" w14:textId="77777777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B745EA">
              <w:rPr>
                <w:rFonts w:ascii="Poppins" w:hAnsi="Poppins" w:cs="Poppins"/>
                <w:color w:val="000000"/>
              </w:rPr>
              <w:t>Portata d’acqua max velocità 490 l/h</w:t>
            </w:r>
          </w:p>
          <w:p w14:paraId="77720F59" w14:textId="4A2820F3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745EA">
              <w:rPr>
                <w:rFonts w:ascii="Poppins" w:hAnsi="Poppins" w:cs="Poppins"/>
                <w:color w:val="000000"/>
              </w:rPr>
              <w:t xml:space="preserve">Perdita di carico max velocità 16,1 </w:t>
            </w:r>
            <w:proofErr w:type="spellStart"/>
            <w:r w:rsidRPr="00B745EA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B745EA" w:rsidRPr="00B745EA">
              <w:rPr>
                <w:rFonts w:ascii="Poppins" w:hAnsi="Poppins" w:cs="Poppins"/>
                <w:color w:val="000000"/>
              </w:rPr>
              <w:t xml:space="preserve"> </w:t>
            </w:r>
            <w:r w:rsidRPr="00B745EA">
              <w:rPr>
                <w:rFonts w:ascii="Poppins" w:hAnsi="Poppins" w:cs="Poppins"/>
              </w:rPr>
              <w:t>(temperatura acqua 45/40 °C; temperatura aria 20 °C)</w:t>
            </w:r>
          </w:p>
          <w:p w14:paraId="6DC3CC3B" w14:textId="77777777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B745EA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B745EA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B745EA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B745EA">
              <w:rPr>
                <w:rFonts w:ascii="Poppins" w:hAnsi="Poppins" w:cs="Poppins"/>
                <w:color w:val="000000"/>
                <w:lang w:val="sv-SE"/>
              </w:rPr>
              <w:t xml:space="preserve"> med (min- max) 380 (198- 429) m3/h</w:t>
            </w:r>
          </w:p>
          <w:p w14:paraId="0B7ED9DD" w14:textId="77777777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B745EA">
              <w:rPr>
                <w:rFonts w:ascii="Poppins" w:hAnsi="Poppins" w:cs="Poppins"/>
                <w:color w:val="000000"/>
              </w:rPr>
              <w:t>Pressione statica utile max 50 Pa</w:t>
            </w:r>
          </w:p>
          <w:p w14:paraId="1C78B274" w14:textId="77777777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B745EA">
              <w:rPr>
                <w:rFonts w:ascii="Poppins" w:hAnsi="Poppins" w:cs="Poppins"/>
                <w:color w:val="000000" w:themeColor="text1"/>
              </w:rPr>
              <w:t>N° ventilatori: 1</w:t>
            </w:r>
          </w:p>
          <w:p w14:paraId="5D62C456" w14:textId="77777777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B745EA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B745EA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B745EA">
              <w:rPr>
                <w:rFonts w:ascii="Poppins" w:hAnsi="Poppins" w:cs="Poppins"/>
                <w:color w:val="000000"/>
              </w:rPr>
              <w:t>/Hz</w:t>
            </w:r>
          </w:p>
          <w:p w14:paraId="3112F9ED" w14:textId="77777777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B745EA">
              <w:rPr>
                <w:rFonts w:ascii="Poppins" w:hAnsi="Poppins" w:cs="Poppins"/>
                <w:color w:val="000000"/>
              </w:rPr>
              <w:t>Potenza massima assorbita 65 W</w:t>
            </w:r>
          </w:p>
          <w:p w14:paraId="400AB50A" w14:textId="77777777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B745EA">
              <w:rPr>
                <w:rFonts w:ascii="Poppins" w:hAnsi="Poppins" w:cs="Poppins"/>
                <w:color w:val="000000"/>
              </w:rPr>
              <w:t>Corrente massima assorbita 0,45 A</w:t>
            </w:r>
          </w:p>
          <w:p w14:paraId="75D02675" w14:textId="77777777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745EA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B745EA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B745EA">
              <w:rPr>
                <w:rFonts w:ascii="Poppins" w:hAnsi="Poppins" w:cs="Poppins"/>
                <w:color w:val="000000"/>
              </w:rPr>
              <w:t xml:space="preserve"> (min- max) 60 (43- 64)</w:t>
            </w:r>
            <w:r w:rsidRPr="00B745EA">
              <w:rPr>
                <w:rFonts w:ascii="Poppins" w:hAnsi="Poppins" w:cs="Poppins"/>
              </w:rPr>
              <w:t xml:space="preserve"> dB(A)</w:t>
            </w:r>
          </w:p>
          <w:p w14:paraId="4D6050F0" w14:textId="54B21746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B745EA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B745EA">
              <w:rPr>
                <w:rFonts w:ascii="Poppins" w:hAnsi="Poppins" w:cs="Poppins"/>
              </w:rPr>
              <w:t>med</w:t>
            </w:r>
            <w:proofErr w:type="spellEnd"/>
            <w:r w:rsidRPr="00B745EA">
              <w:rPr>
                <w:rFonts w:ascii="Poppins" w:hAnsi="Poppins" w:cs="Poppins"/>
              </w:rPr>
              <w:t xml:space="preserve"> (min- max) 43 (26- 47) dB(A) - valori riferiti a fattore di direzionalità pari a 2 in campo chiuso, costante d’ambiente 300 m2 e distanza pari a 5 m</w:t>
            </w:r>
          </w:p>
          <w:p w14:paraId="030DD98A" w14:textId="77777777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B745EA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B745EA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B745EA">
              <w:rPr>
                <w:rFonts w:ascii="Poppins" w:hAnsi="Poppins" w:cs="Poppins"/>
                <w:color w:val="000000"/>
              </w:rPr>
              <w:t>) 600x750x215 mm</w:t>
            </w:r>
          </w:p>
          <w:p w14:paraId="455F2826" w14:textId="77777777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B745EA">
              <w:rPr>
                <w:rFonts w:ascii="Poppins" w:hAnsi="Poppins" w:cs="Poppins"/>
                <w:color w:val="000000"/>
              </w:rPr>
              <w:t>Peso (senza plenum) 15 kg</w:t>
            </w:r>
          </w:p>
          <w:p w14:paraId="6E94094E" w14:textId="28221DAF" w:rsidR="002A35A1" w:rsidRPr="00B745EA" w:rsidRDefault="002A35A1" w:rsidP="00764D13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B745EA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B745EA" w:rsidRPr="00B745EA">
              <w:rPr>
                <w:rFonts w:ascii="Poppins" w:hAnsi="Poppins" w:cs="Poppins"/>
                <w:color w:val="000000"/>
              </w:rPr>
              <w:t>1/2</w:t>
            </w:r>
            <w:r w:rsidRPr="00B745EA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4035DB7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D312DE2" w14:textId="0D31BF4D" w:rsidR="002A35A1" w:rsidRPr="002A35A1" w:rsidRDefault="002A35A1" w:rsidP="00764D13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Unità termoventilante UTO 25 C1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14:paraId="06CB0399" w14:textId="77777777" w:rsidTr="002A35A1">
        <w:tc>
          <w:tcPr>
            <w:tcW w:w="1377" w:type="dxa"/>
          </w:tcPr>
          <w:p w14:paraId="0A563AC7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lastRenderedPageBreak/>
              <w:t>07511643</w:t>
            </w:r>
          </w:p>
        </w:tc>
        <w:tc>
          <w:tcPr>
            <w:tcW w:w="2563" w:type="dxa"/>
          </w:tcPr>
          <w:p w14:paraId="291995E6" w14:textId="467E9B2D" w:rsidR="002A35A1" w:rsidRPr="002A35A1" w:rsidRDefault="00B745EA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Unità termoventilante </w:t>
            </w:r>
            <w:r w:rsidR="002A35A1" w:rsidRPr="002A35A1">
              <w:rPr>
                <w:rFonts w:ascii="Poppins" w:hAnsi="Poppins" w:cs="Poppins"/>
                <w:bCs/>
                <w:sz w:val="20"/>
              </w:rPr>
              <w:t>UTO 30 C1</w:t>
            </w:r>
          </w:p>
        </w:tc>
        <w:tc>
          <w:tcPr>
            <w:tcW w:w="5598" w:type="dxa"/>
          </w:tcPr>
          <w:p w14:paraId="55985578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completa di plenum di aspirazione (posteriore) e di immissione aria, entrambi con 2 attacchi circolari DN 160/180/200.</w:t>
            </w:r>
          </w:p>
          <w:p w14:paraId="5013D048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(fornito separatamente) per il controllo e la gestione </w:t>
            </w:r>
            <w:r w:rsidRPr="002A35A1">
              <w:rPr>
                <w:rFonts w:ascii="Poppins" w:hAnsi="Poppins" w:cs="Poppins"/>
                <w:sz w:val="20"/>
              </w:rPr>
              <w:lastRenderedPageBreak/>
              <w:t>completa, singola o centralizzata, della stessa unità terminale ad aria.</w:t>
            </w:r>
          </w:p>
          <w:p w14:paraId="232A4561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27B4714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506B99B9" w14:textId="173BE3BF" w:rsidR="002A35A1" w:rsidRPr="002A35A1" w:rsidRDefault="002A35A1" w:rsidP="00764D13">
            <w:pPr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Kit valvola motorizzata a 3 vie, per impianto a 2 tubi, di serie, premontato (costituito da valvola a 3 vie da ¾” con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Kvs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= 2,5; servocomando elettrotermico NC, 230 Vac-50 Hz e kit tubi rame e raccordi con terminali con girello F </w:t>
            </w:r>
            <w:r w:rsidR="00B745EA">
              <w:rPr>
                <w:rFonts w:ascii="Poppins" w:hAnsi="Poppins" w:cs="Poppins"/>
                <w:sz w:val="20"/>
              </w:rPr>
              <w:t>1/2</w:t>
            </w:r>
            <w:r w:rsidRPr="002A35A1">
              <w:rPr>
                <w:rFonts w:ascii="Poppins" w:hAnsi="Poppins" w:cs="Poppins"/>
                <w:sz w:val="20"/>
              </w:rPr>
              <w:t>”).</w:t>
            </w:r>
          </w:p>
          <w:p w14:paraId="4AF5269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39D7887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Filtro aria in fibra acrilica (classe di efficienza G3) e b</w:t>
            </w:r>
            <w:r w:rsidRPr="002A35A1">
              <w:rPr>
                <w:rFonts w:ascii="Poppins" w:hAnsi="Poppins" w:cs="Poppins"/>
                <w:sz w:val="20"/>
              </w:rPr>
              <w:t>acinelle raccolta condensa, termicamente isolata, per installazione orizzontale.</w:t>
            </w:r>
          </w:p>
          <w:p w14:paraId="1C9BFE60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277A6FFC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>Dati tecnici:</w:t>
            </w:r>
          </w:p>
          <w:p w14:paraId="1F26D87C" w14:textId="77777777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575AC">
              <w:rPr>
                <w:rFonts w:ascii="Poppins" w:hAnsi="Poppins" w:cs="Poppins"/>
                <w:color w:val="000000"/>
              </w:rPr>
              <w:t xml:space="preserve"> (min- max) 2,38 (1,78- 3,09) kW</w:t>
            </w:r>
          </w:p>
          <w:p w14:paraId="304BE0E5" w14:textId="77777777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Portata d’acqua max velocità 531 l/h</w:t>
            </w:r>
          </w:p>
          <w:p w14:paraId="073E54DB" w14:textId="0B7C5FA4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575AC">
              <w:rPr>
                <w:rFonts w:ascii="Poppins" w:hAnsi="Poppins" w:cs="Poppins"/>
                <w:color w:val="000000"/>
              </w:rPr>
              <w:t xml:space="preserve">Perdita di carico max velocità 15,3 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4575AC" w:rsidRPr="004575AC">
              <w:rPr>
                <w:rFonts w:ascii="Poppins" w:hAnsi="Poppins" w:cs="Poppins"/>
                <w:color w:val="000000"/>
              </w:rPr>
              <w:t xml:space="preserve"> </w:t>
            </w:r>
            <w:r w:rsidRPr="004575AC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4575AC">
              <w:rPr>
                <w:rFonts w:ascii="Poppins" w:hAnsi="Poppins" w:cs="Poppins"/>
              </w:rPr>
              <w:t>b.s</w:t>
            </w:r>
            <w:proofErr w:type="spellEnd"/>
            <w:r w:rsidRPr="004575AC">
              <w:rPr>
                <w:rFonts w:ascii="Poppins" w:hAnsi="Poppins" w:cs="Poppins"/>
              </w:rPr>
              <w:t xml:space="preserve">./19 °C </w:t>
            </w:r>
            <w:proofErr w:type="spellStart"/>
            <w:r w:rsidRPr="004575AC">
              <w:rPr>
                <w:rFonts w:ascii="Poppins" w:hAnsi="Poppins" w:cs="Poppins"/>
              </w:rPr>
              <w:t>b.u.</w:t>
            </w:r>
            <w:proofErr w:type="spellEnd"/>
            <w:r w:rsidRPr="004575AC">
              <w:rPr>
                <w:rFonts w:ascii="Poppins" w:hAnsi="Poppins" w:cs="Poppins"/>
              </w:rPr>
              <w:t>)</w:t>
            </w:r>
          </w:p>
          <w:p w14:paraId="7D4A05CF" w14:textId="77777777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575AC">
              <w:rPr>
                <w:rFonts w:ascii="Poppins" w:hAnsi="Poppins" w:cs="Poppins"/>
                <w:color w:val="000000"/>
              </w:rPr>
              <w:t xml:space="preserve"> (min- max) 2,52 (1,85- 3,32) kW</w:t>
            </w:r>
          </w:p>
          <w:p w14:paraId="1BCDD581" w14:textId="77777777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Portata d’acqua max velocità 570 l/h</w:t>
            </w:r>
          </w:p>
          <w:p w14:paraId="704AD7ED" w14:textId="51345D02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575AC">
              <w:rPr>
                <w:rFonts w:ascii="Poppins" w:hAnsi="Poppins" w:cs="Poppins"/>
                <w:color w:val="000000"/>
              </w:rPr>
              <w:t xml:space="preserve">Perdita di carico max velocità 15,4 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4575AC" w:rsidRPr="004575AC">
              <w:rPr>
                <w:rFonts w:ascii="Poppins" w:hAnsi="Poppins" w:cs="Poppins"/>
                <w:color w:val="000000"/>
              </w:rPr>
              <w:t xml:space="preserve"> </w:t>
            </w:r>
            <w:r w:rsidRPr="004575AC">
              <w:rPr>
                <w:rFonts w:ascii="Poppins" w:hAnsi="Poppins" w:cs="Poppins"/>
              </w:rPr>
              <w:t>(temperatura acqua 45/40 °C; temperatura aria 20 °C)</w:t>
            </w:r>
          </w:p>
          <w:p w14:paraId="024A8B13" w14:textId="77777777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4575AC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4575AC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4575AC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4575AC">
              <w:rPr>
                <w:rFonts w:ascii="Poppins" w:hAnsi="Poppins" w:cs="Poppins"/>
                <w:color w:val="000000"/>
                <w:lang w:val="sv-SE"/>
              </w:rPr>
              <w:t xml:space="preserve"> med (min- max) 322 (201- 489) m3/h</w:t>
            </w:r>
          </w:p>
          <w:p w14:paraId="00C601A4" w14:textId="77777777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Pressione statica utile max 50 Pa</w:t>
            </w:r>
          </w:p>
          <w:p w14:paraId="4739AABA" w14:textId="77777777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4575AC">
              <w:rPr>
                <w:rFonts w:ascii="Poppins" w:hAnsi="Poppins" w:cs="Poppins"/>
                <w:color w:val="000000" w:themeColor="text1"/>
              </w:rPr>
              <w:lastRenderedPageBreak/>
              <w:t>N° ventilatori: 2</w:t>
            </w:r>
          </w:p>
          <w:p w14:paraId="0A576A40" w14:textId="77777777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4575AC">
              <w:rPr>
                <w:rFonts w:ascii="Poppins" w:hAnsi="Poppins" w:cs="Poppins"/>
                <w:color w:val="000000"/>
              </w:rPr>
              <w:t>/Hz</w:t>
            </w:r>
          </w:p>
          <w:p w14:paraId="5693C0F6" w14:textId="77777777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Potenza massima assorbita 85 W</w:t>
            </w:r>
          </w:p>
          <w:p w14:paraId="7D5E818B" w14:textId="77777777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Corrente massima assorbita 0,55 A</w:t>
            </w:r>
          </w:p>
          <w:p w14:paraId="2D9CAC15" w14:textId="77777777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575AC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575AC">
              <w:rPr>
                <w:rFonts w:ascii="Poppins" w:hAnsi="Poppins" w:cs="Poppins"/>
                <w:color w:val="000000"/>
              </w:rPr>
              <w:t xml:space="preserve"> (min- max) 51 (39- 62)</w:t>
            </w:r>
            <w:r w:rsidRPr="004575AC">
              <w:rPr>
                <w:rFonts w:ascii="Poppins" w:hAnsi="Poppins" w:cs="Poppins"/>
              </w:rPr>
              <w:t xml:space="preserve"> dB(A)</w:t>
            </w:r>
          </w:p>
          <w:p w14:paraId="6E825B65" w14:textId="1291F00B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575AC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4575AC">
              <w:rPr>
                <w:rFonts w:ascii="Poppins" w:hAnsi="Poppins" w:cs="Poppins"/>
              </w:rPr>
              <w:t>med</w:t>
            </w:r>
            <w:proofErr w:type="spellEnd"/>
            <w:r w:rsidRPr="004575AC">
              <w:rPr>
                <w:rFonts w:ascii="Poppins" w:hAnsi="Poppins" w:cs="Poppins"/>
              </w:rPr>
              <w:t xml:space="preserve"> (min- max) 34 (22- 45) dB(A) - valori riferiti a fattore di direzionalità pari a 2 in campo chiuso, costante d’ambiente 300 m2 e distanza pari a 5 m</w:t>
            </w:r>
          </w:p>
          <w:p w14:paraId="19F9339F" w14:textId="77777777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4575AC">
              <w:rPr>
                <w:rFonts w:ascii="Poppins" w:hAnsi="Poppins" w:cs="Poppins"/>
                <w:color w:val="000000"/>
              </w:rPr>
              <w:t>) 800x750x215 mm</w:t>
            </w:r>
          </w:p>
          <w:p w14:paraId="083E0D0B" w14:textId="77777777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Peso (senza plenum) 20 kg</w:t>
            </w:r>
          </w:p>
          <w:p w14:paraId="4F870DE7" w14:textId="37DFBADC" w:rsidR="002A35A1" w:rsidRPr="004575AC" w:rsidRDefault="002A35A1" w:rsidP="00764D13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B745EA" w:rsidRPr="004575AC">
              <w:rPr>
                <w:rFonts w:ascii="Poppins" w:hAnsi="Poppins" w:cs="Poppins"/>
                <w:color w:val="000000"/>
              </w:rPr>
              <w:t>1/2</w:t>
            </w:r>
            <w:r w:rsidRPr="004575AC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0B2D258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5E05278C" w14:textId="09A3D374" w:rsidR="002A35A1" w:rsidRPr="002A35A1" w:rsidRDefault="002A35A1" w:rsidP="00764D13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Unità termoventilante UTO 30 C1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14:paraId="5DC05208" w14:textId="77777777" w:rsidTr="002A35A1">
        <w:tc>
          <w:tcPr>
            <w:tcW w:w="1377" w:type="dxa"/>
          </w:tcPr>
          <w:p w14:paraId="3555C0FA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lastRenderedPageBreak/>
              <w:t>07511653</w:t>
            </w:r>
          </w:p>
        </w:tc>
        <w:tc>
          <w:tcPr>
            <w:tcW w:w="2563" w:type="dxa"/>
          </w:tcPr>
          <w:p w14:paraId="35D8F9BB" w14:textId="75EFFB74" w:rsidR="002A35A1" w:rsidRPr="002A35A1" w:rsidRDefault="00B745EA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Unità termoventilante</w:t>
            </w:r>
            <w:r w:rsidR="004575AC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A35A1" w:rsidRPr="002A35A1">
              <w:rPr>
                <w:rFonts w:ascii="Poppins" w:hAnsi="Poppins" w:cs="Poppins"/>
                <w:bCs/>
                <w:sz w:val="20"/>
              </w:rPr>
              <w:t>UTO 35 C1</w:t>
            </w:r>
          </w:p>
        </w:tc>
        <w:tc>
          <w:tcPr>
            <w:tcW w:w="5598" w:type="dxa"/>
          </w:tcPr>
          <w:p w14:paraId="5FF15CA3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completa di plenum di aspirazione (posteriore) e di immissione aria, entrambi con 2 attacchi circolari DN 160/180/200.</w:t>
            </w:r>
          </w:p>
          <w:p w14:paraId="497BD406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2E81B8D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419D78C2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512E8417" w14:textId="3CE49BD0" w:rsidR="002A35A1" w:rsidRPr="002A35A1" w:rsidRDefault="002A35A1" w:rsidP="00764D13">
            <w:pPr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 xml:space="preserve">Kit valvola motorizzata a 3 vie, per impianto a 2 tubi, di serie, premontato (costituito da valvola a 3 vie da ¾” con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Kvs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= 2,5; servocomando elettrotermico NC, 230 Vac-50 Hz e kit tubi rame e raccordi con terminali con girello F </w:t>
            </w:r>
            <w:r w:rsidR="00B745EA">
              <w:rPr>
                <w:rFonts w:ascii="Poppins" w:hAnsi="Poppins" w:cs="Poppins"/>
                <w:sz w:val="20"/>
              </w:rPr>
              <w:t>1/2</w:t>
            </w:r>
            <w:r w:rsidRPr="002A35A1">
              <w:rPr>
                <w:rFonts w:ascii="Poppins" w:hAnsi="Poppins" w:cs="Poppins"/>
                <w:sz w:val="20"/>
              </w:rPr>
              <w:t>”).</w:t>
            </w:r>
          </w:p>
          <w:p w14:paraId="008E497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6DA5FFC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Filtro aria in fibra acril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ica (classe di efficienza G3) e</w:t>
            </w:r>
            <w:r w:rsidRPr="002A35A1">
              <w:rPr>
                <w:rFonts w:ascii="Poppins" w:hAnsi="Poppins" w:cs="Poppins"/>
                <w:sz w:val="20"/>
              </w:rPr>
              <w:t xml:space="preserve"> bacinelle raccolta condensa, termicamente isolata, per installazione orizzontale.</w:t>
            </w:r>
          </w:p>
          <w:p w14:paraId="14532894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55487155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>Dati tecnici:</w:t>
            </w:r>
          </w:p>
          <w:p w14:paraId="5730B33A" w14:textId="77777777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575AC">
              <w:rPr>
                <w:rFonts w:ascii="Poppins" w:hAnsi="Poppins" w:cs="Poppins"/>
                <w:color w:val="000000"/>
              </w:rPr>
              <w:t xml:space="preserve"> (min- max) 2,70 (1,93- 3,35) kW</w:t>
            </w:r>
          </w:p>
          <w:p w14:paraId="0258A0C0" w14:textId="77777777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Portata d’acqua max velocità 576 l/h</w:t>
            </w:r>
          </w:p>
          <w:p w14:paraId="4565082B" w14:textId="47FBF27C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575AC">
              <w:rPr>
                <w:rFonts w:ascii="Poppins" w:hAnsi="Poppins" w:cs="Poppins"/>
                <w:color w:val="000000"/>
              </w:rPr>
              <w:t xml:space="preserve">Perdita di carico max velocità 15,0 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4575AC" w:rsidRPr="004575AC">
              <w:rPr>
                <w:rFonts w:ascii="Poppins" w:hAnsi="Poppins" w:cs="Poppins"/>
                <w:color w:val="000000"/>
              </w:rPr>
              <w:t xml:space="preserve"> </w:t>
            </w:r>
            <w:r w:rsidRPr="004575AC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4575AC">
              <w:rPr>
                <w:rFonts w:ascii="Poppins" w:hAnsi="Poppins" w:cs="Poppins"/>
              </w:rPr>
              <w:t>b.s</w:t>
            </w:r>
            <w:proofErr w:type="spellEnd"/>
            <w:r w:rsidRPr="004575AC">
              <w:rPr>
                <w:rFonts w:ascii="Poppins" w:hAnsi="Poppins" w:cs="Poppins"/>
              </w:rPr>
              <w:t xml:space="preserve">./19 °C </w:t>
            </w:r>
            <w:proofErr w:type="spellStart"/>
            <w:r w:rsidRPr="004575AC">
              <w:rPr>
                <w:rFonts w:ascii="Poppins" w:hAnsi="Poppins" w:cs="Poppins"/>
              </w:rPr>
              <w:t>b.u.</w:t>
            </w:r>
            <w:proofErr w:type="spellEnd"/>
            <w:r w:rsidRPr="004575AC">
              <w:rPr>
                <w:rFonts w:ascii="Poppins" w:hAnsi="Poppins" w:cs="Poppins"/>
              </w:rPr>
              <w:t>)</w:t>
            </w:r>
          </w:p>
          <w:p w14:paraId="4FF73C4D" w14:textId="77777777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575AC">
              <w:rPr>
                <w:rFonts w:ascii="Poppins" w:hAnsi="Poppins" w:cs="Poppins"/>
                <w:color w:val="000000"/>
              </w:rPr>
              <w:t xml:space="preserve"> (min- max) 2,91 (2,04- 3,67) kW</w:t>
            </w:r>
          </w:p>
          <w:p w14:paraId="5AD13847" w14:textId="77777777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Portata d’acqua max velocità 630 l/h</w:t>
            </w:r>
          </w:p>
          <w:p w14:paraId="7DA464D4" w14:textId="42BC1922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575AC">
              <w:rPr>
                <w:rFonts w:ascii="Poppins" w:hAnsi="Poppins" w:cs="Poppins"/>
                <w:color w:val="000000"/>
              </w:rPr>
              <w:t xml:space="preserve">Perdita di carico max velocità 15,6 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4575AC" w:rsidRPr="004575AC">
              <w:rPr>
                <w:rFonts w:ascii="Poppins" w:hAnsi="Poppins" w:cs="Poppins"/>
                <w:color w:val="000000"/>
              </w:rPr>
              <w:t xml:space="preserve"> </w:t>
            </w:r>
            <w:r w:rsidRPr="004575AC">
              <w:rPr>
                <w:rFonts w:ascii="Poppins" w:hAnsi="Poppins" w:cs="Poppins"/>
              </w:rPr>
              <w:t>(temperatura acqua 45/40 °C; temperatura aria 20 °C)</w:t>
            </w:r>
          </w:p>
          <w:p w14:paraId="26BD1194" w14:textId="77777777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4575AC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4575AC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4575AC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4575AC">
              <w:rPr>
                <w:rFonts w:ascii="Poppins" w:hAnsi="Poppins" w:cs="Poppins"/>
                <w:color w:val="000000"/>
                <w:lang w:val="sv-SE"/>
              </w:rPr>
              <w:t xml:space="preserve"> med (min- max) 346 (202- 490) m3/h</w:t>
            </w:r>
          </w:p>
          <w:p w14:paraId="3E581848" w14:textId="77777777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Pressione statica utile max 50 Pa</w:t>
            </w:r>
          </w:p>
          <w:p w14:paraId="54A860DD" w14:textId="77777777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4575AC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5A98EEE7" w14:textId="77777777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4575AC">
              <w:rPr>
                <w:rFonts w:ascii="Poppins" w:hAnsi="Poppins" w:cs="Poppins"/>
                <w:color w:val="000000"/>
              </w:rPr>
              <w:t>/Hz</w:t>
            </w:r>
          </w:p>
          <w:p w14:paraId="3811EDFC" w14:textId="77777777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Potenza massima assorbita 85 W</w:t>
            </w:r>
          </w:p>
          <w:p w14:paraId="22E39CC3" w14:textId="77777777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Corrente massima assorbita 0,55 A</w:t>
            </w:r>
          </w:p>
          <w:p w14:paraId="1101B1DF" w14:textId="77777777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575AC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575AC">
              <w:rPr>
                <w:rFonts w:ascii="Poppins" w:hAnsi="Poppins" w:cs="Poppins"/>
                <w:color w:val="000000"/>
              </w:rPr>
              <w:t xml:space="preserve"> (min- max) 53 (39- 62)</w:t>
            </w:r>
            <w:r w:rsidRPr="004575AC">
              <w:rPr>
                <w:rFonts w:ascii="Poppins" w:hAnsi="Poppins" w:cs="Poppins"/>
              </w:rPr>
              <w:t xml:space="preserve"> dB(A)</w:t>
            </w:r>
          </w:p>
          <w:p w14:paraId="09116100" w14:textId="660F8B1C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575AC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4575AC">
              <w:rPr>
                <w:rFonts w:ascii="Poppins" w:hAnsi="Poppins" w:cs="Poppins"/>
              </w:rPr>
              <w:t>med</w:t>
            </w:r>
            <w:proofErr w:type="spellEnd"/>
            <w:r w:rsidRPr="004575AC">
              <w:rPr>
                <w:rFonts w:ascii="Poppins" w:hAnsi="Poppins" w:cs="Poppins"/>
              </w:rPr>
              <w:t xml:space="preserve"> (min- max) 36 (22- 45) dB(A) - valori riferiti a fattore di direzionalità pari a 2 in campo chiuso, costante d’ambiente 300 m2 e distanza pari a 5 m</w:t>
            </w:r>
          </w:p>
          <w:p w14:paraId="7AC2FE2F" w14:textId="77777777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4575AC">
              <w:rPr>
                <w:rFonts w:ascii="Poppins" w:hAnsi="Poppins" w:cs="Poppins"/>
                <w:color w:val="000000"/>
              </w:rPr>
              <w:t>) 800x750x215 mm</w:t>
            </w:r>
          </w:p>
          <w:p w14:paraId="259E5254" w14:textId="77777777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Peso (senza plenum) 21 kg</w:t>
            </w:r>
          </w:p>
          <w:p w14:paraId="45C920BB" w14:textId="196443B6" w:rsidR="002A35A1" w:rsidRPr="004575AC" w:rsidRDefault="002A35A1" w:rsidP="00764D13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lastRenderedPageBreak/>
              <w:t xml:space="preserve">Attacchi ingresso e uscita acqua: </w:t>
            </w:r>
            <w:r w:rsidR="00B745EA" w:rsidRPr="004575AC">
              <w:rPr>
                <w:rFonts w:ascii="Poppins" w:hAnsi="Poppins" w:cs="Poppins"/>
                <w:color w:val="000000"/>
              </w:rPr>
              <w:t>1/2</w:t>
            </w:r>
            <w:r w:rsidRPr="004575AC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4FF972F6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FBC16B8" w14:textId="78DEB0F1" w:rsidR="002A35A1" w:rsidRPr="002A35A1" w:rsidRDefault="002A35A1" w:rsidP="00764D13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Unità termoventilante UTO 35 C1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14:paraId="177134B5" w14:textId="77777777" w:rsidTr="002A35A1">
        <w:tc>
          <w:tcPr>
            <w:tcW w:w="1377" w:type="dxa"/>
          </w:tcPr>
          <w:p w14:paraId="3617D7CC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lastRenderedPageBreak/>
              <w:t>07511663</w:t>
            </w:r>
          </w:p>
        </w:tc>
        <w:tc>
          <w:tcPr>
            <w:tcW w:w="2563" w:type="dxa"/>
          </w:tcPr>
          <w:p w14:paraId="4BBE6D3F" w14:textId="11C5F751" w:rsidR="002A35A1" w:rsidRPr="002A35A1" w:rsidRDefault="00B745EA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Unità termoventilante</w:t>
            </w:r>
            <w:r w:rsidR="004575AC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A35A1" w:rsidRPr="002A35A1">
              <w:rPr>
                <w:rFonts w:ascii="Poppins" w:hAnsi="Poppins" w:cs="Poppins"/>
                <w:bCs/>
                <w:sz w:val="20"/>
              </w:rPr>
              <w:t>UTO 40 C1</w:t>
            </w:r>
          </w:p>
        </w:tc>
        <w:tc>
          <w:tcPr>
            <w:tcW w:w="5598" w:type="dxa"/>
          </w:tcPr>
          <w:p w14:paraId="6371F64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completa di plenum di aspirazione (posteriore) e di immissione aria, entrambi con 3 attacchi circolari DN 160/180/200.</w:t>
            </w:r>
          </w:p>
          <w:p w14:paraId="2603082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5D5D40C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5D8BB084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52FFB30F" w14:textId="7C3717F8" w:rsidR="002A35A1" w:rsidRPr="002A35A1" w:rsidRDefault="002A35A1" w:rsidP="00764D13">
            <w:pPr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Kit valvola motorizzata a 3 vie, per impianto a 2 tubi, di serie, premontato (costituito da valvola a 3 vie da ¾” con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Kvs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= 2,5; servocomando elettrotermico NC, 230 Vac-50 Hz e kit tubi rame e raccordi con terminali con girello F </w:t>
            </w:r>
            <w:r w:rsidR="00B745EA">
              <w:rPr>
                <w:rFonts w:ascii="Poppins" w:hAnsi="Poppins" w:cs="Poppins"/>
                <w:sz w:val="20"/>
              </w:rPr>
              <w:t>1/2</w:t>
            </w:r>
            <w:r w:rsidRPr="002A35A1">
              <w:rPr>
                <w:rFonts w:ascii="Poppins" w:hAnsi="Poppins" w:cs="Poppins"/>
                <w:sz w:val="20"/>
              </w:rPr>
              <w:t>”).</w:t>
            </w:r>
          </w:p>
          <w:p w14:paraId="36853100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2EB58BB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Filtro aria in fib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 xml:space="preserve">ra acrilica (classe di efficienza G3) e </w:t>
            </w:r>
            <w:r w:rsidRPr="002A35A1">
              <w:rPr>
                <w:rFonts w:ascii="Poppins" w:hAnsi="Poppins" w:cs="Poppins"/>
                <w:sz w:val="20"/>
              </w:rPr>
              <w:t>bacinelle raccolta condensa, termicamente isolata, per installazione orizzontale.</w:t>
            </w:r>
          </w:p>
          <w:p w14:paraId="05BDC699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5C788A43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lastRenderedPageBreak/>
              <w:t>Dati tecnici:</w:t>
            </w:r>
          </w:p>
          <w:p w14:paraId="175D0C67" w14:textId="77777777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575AC">
              <w:rPr>
                <w:rFonts w:ascii="Poppins" w:hAnsi="Poppins" w:cs="Poppins"/>
                <w:color w:val="000000"/>
              </w:rPr>
              <w:t xml:space="preserve"> (min- max) 3,64 (2,40- 4,02) kW</w:t>
            </w:r>
          </w:p>
          <w:p w14:paraId="67B179A6" w14:textId="77777777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Portata d’acqua max velocità 692 l/h</w:t>
            </w:r>
          </w:p>
          <w:p w14:paraId="497A4B54" w14:textId="70A9A27B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575AC">
              <w:rPr>
                <w:rFonts w:ascii="Poppins" w:hAnsi="Poppins" w:cs="Poppins"/>
                <w:color w:val="000000"/>
              </w:rPr>
              <w:t xml:space="preserve">Perdita di carico max velocità 13,0 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4575AC" w:rsidRPr="004575AC">
              <w:rPr>
                <w:rFonts w:ascii="Poppins" w:hAnsi="Poppins" w:cs="Poppins"/>
                <w:color w:val="000000"/>
              </w:rPr>
              <w:t xml:space="preserve"> </w:t>
            </w:r>
            <w:r w:rsidRPr="004575AC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4575AC">
              <w:rPr>
                <w:rFonts w:ascii="Poppins" w:hAnsi="Poppins" w:cs="Poppins"/>
              </w:rPr>
              <w:t>b.s</w:t>
            </w:r>
            <w:proofErr w:type="spellEnd"/>
            <w:r w:rsidRPr="004575AC">
              <w:rPr>
                <w:rFonts w:ascii="Poppins" w:hAnsi="Poppins" w:cs="Poppins"/>
              </w:rPr>
              <w:t xml:space="preserve">./19 °C </w:t>
            </w:r>
            <w:proofErr w:type="spellStart"/>
            <w:r w:rsidRPr="004575AC">
              <w:rPr>
                <w:rFonts w:ascii="Poppins" w:hAnsi="Poppins" w:cs="Poppins"/>
              </w:rPr>
              <w:t>b.u.</w:t>
            </w:r>
            <w:proofErr w:type="spellEnd"/>
            <w:r w:rsidRPr="004575AC">
              <w:rPr>
                <w:rFonts w:ascii="Poppins" w:hAnsi="Poppins" w:cs="Poppins"/>
              </w:rPr>
              <w:t>)</w:t>
            </w:r>
          </w:p>
          <w:p w14:paraId="73A8AFE0" w14:textId="77777777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575AC">
              <w:rPr>
                <w:rFonts w:ascii="Poppins" w:hAnsi="Poppins" w:cs="Poppins"/>
                <w:color w:val="000000"/>
              </w:rPr>
              <w:t xml:space="preserve"> (min- max) 3,85 (2,47- 4,29) kW</w:t>
            </w:r>
          </w:p>
          <w:p w14:paraId="297026D4" w14:textId="77777777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Portata d’acqua max velocità 737 l/h</w:t>
            </w:r>
          </w:p>
          <w:p w14:paraId="4491D1AB" w14:textId="68A163C2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575AC">
              <w:rPr>
                <w:rFonts w:ascii="Poppins" w:hAnsi="Poppins" w:cs="Poppins"/>
                <w:color w:val="000000"/>
              </w:rPr>
              <w:t xml:space="preserve">Perdita di carico max velocità 12,8 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4575AC" w:rsidRPr="004575AC">
              <w:rPr>
                <w:rFonts w:ascii="Poppins" w:hAnsi="Poppins" w:cs="Poppins"/>
                <w:color w:val="000000"/>
              </w:rPr>
              <w:t xml:space="preserve"> </w:t>
            </w:r>
            <w:r w:rsidRPr="004575AC">
              <w:rPr>
                <w:rFonts w:ascii="Poppins" w:hAnsi="Poppins" w:cs="Poppins"/>
              </w:rPr>
              <w:t>(temperatura acqua 45/40 °C; temperatura aria 20 °C)</w:t>
            </w:r>
          </w:p>
          <w:p w14:paraId="29256277" w14:textId="77777777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4575AC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4575AC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4575AC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4575AC">
              <w:rPr>
                <w:rFonts w:ascii="Poppins" w:hAnsi="Poppins" w:cs="Poppins"/>
                <w:color w:val="000000"/>
                <w:lang w:val="sv-SE"/>
              </w:rPr>
              <w:t xml:space="preserve"> med (min- max) 510 (260- 600) m3/h</w:t>
            </w:r>
          </w:p>
          <w:p w14:paraId="1A3F44CD" w14:textId="77777777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Pressione statica utile max 50 Pa</w:t>
            </w:r>
          </w:p>
          <w:p w14:paraId="083F3096" w14:textId="77777777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4575AC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7B37A23C" w14:textId="77777777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4575AC">
              <w:rPr>
                <w:rFonts w:ascii="Poppins" w:hAnsi="Poppins" w:cs="Poppins"/>
                <w:color w:val="000000"/>
              </w:rPr>
              <w:t>/Hz</w:t>
            </w:r>
          </w:p>
          <w:p w14:paraId="2057DD65" w14:textId="77777777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Potenza massima assorbita 90 W</w:t>
            </w:r>
          </w:p>
          <w:p w14:paraId="65D5406F" w14:textId="77777777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Corrente massima assorbita 0,55 A</w:t>
            </w:r>
          </w:p>
          <w:p w14:paraId="4115CCDF" w14:textId="77777777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575AC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4575AC">
              <w:rPr>
                <w:rFonts w:ascii="Poppins" w:hAnsi="Poppins" w:cs="Poppins"/>
                <w:color w:val="000000"/>
              </w:rPr>
              <w:t xml:space="preserve"> (min- max) 59 (41- 63)</w:t>
            </w:r>
            <w:r w:rsidRPr="004575AC">
              <w:rPr>
                <w:rFonts w:ascii="Poppins" w:hAnsi="Poppins" w:cs="Poppins"/>
              </w:rPr>
              <w:t xml:space="preserve"> dB(A)</w:t>
            </w:r>
          </w:p>
          <w:p w14:paraId="7C616C16" w14:textId="47CE4CD7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4575AC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4575AC">
              <w:rPr>
                <w:rFonts w:ascii="Poppins" w:hAnsi="Poppins" w:cs="Poppins"/>
              </w:rPr>
              <w:t>med</w:t>
            </w:r>
            <w:proofErr w:type="spellEnd"/>
            <w:r w:rsidRPr="004575AC">
              <w:rPr>
                <w:rFonts w:ascii="Poppins" w:hAnsi="Poppins" w:cs="Poppins"/>
              </w:rPr>
              <w:t xml:space="preserve"> (min- max) 42 (24- 46) dB(A) - valori riferiti a fattore di direzionalità pari a 2 in campo chiuso, costante d’ambiente 300 m2 e distanza pari a 5 m</w:t>
            </w:r>
          </w:p>
          <w:p w14:paraId="407C8978" w14:textId="77777777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4575AC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4575AC">
              <w:rPr>
                <w:rFonts w:ascii="Poppins" w:hAnsi="Poppins" w:cs="Poppins"/>
                <w:color w:val="000000"/>
              </w:rPr>
              <w:t>) 1000x750x215 mm</w:t>
            </w:r>
          </w:p>
          <w:p w14:paraId="04B295A4" w14:textId="77777777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>Peso (senza plenum) 24 kg</w:t>
            </w:r>
          </w:p>
          <w:p w14:paraId="52236E46" w14:textId="7B8C15D5" w:rsidR="002A35A1" w:rsidRPr="004575AC" w:rsidRDefault="002A35A1" w:rsidP="00764D13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4575AC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B745EA" w:rsidRPr="004575AC">
              <w:rPr>
                <w:rFonts w:ascii="Poppins" w:hAnsi="Poppins" w:cs="Poppins"/>
                <w:color w:val="000000"/>
              </w:rPr>
              <w:t>1/2</w:t>
            </w:r>
            <w:r w:rsidRPr="004575AC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344A4806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0B9EACB" w14:textId="6FDD6DD5" w:rsidR="002A35A1" w:rsidRPr="002A35A1" w:rsidRDefault="002A35A1" w:rsidP="00764D13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Unità termoventilante UTO 40 C1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14:paraId="470D8126" w14:textId="77777777" w:rsidTr="002A35A1">
        <w:tc>
          <w:tcPr>
            <w:tcW w:w="1377" w:type="dxa"/>
          </w:tcPr>
          <w:p w14:paraId="6CFFB7C0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lastRenderedPageBreak/>
              <w:t>07511673</w:t>
            </w:r>
          </w:p>
        </w:tc>
        <w:tc>
          <w:tcPr>
            <w:tcW w:w="2563" w:type="dxa"/>
          </w:tcPr>
          <w:p w14:paraId="29394334" w14:textId="70039EA3" w:rsidR="002A35A1" w:rsidRPr="002A35A1" w:rsidRDefault="00B745EA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Unità termoventilante</w:t>
            </w:r>
            <w:r w:rsidR="004575AC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A35A1" w:rsidRPr="002A35A1">
              <w:rPr>
                <w:rFonts w:ascii="Poppins" w:hAnsi="Poppins" w:cs="Poppins"/>
                <w:bCs/>
                <w:sz w:val="20"/>
              </w:rPr>
              <w:t>UTO 45 C1</w:t>
            </w:r>
          </w:p>
        </w:tc>
        <w:tc>
          <w:tcPr>
            <w:tcW w:w="5598" w:type="dxa"/>
          </w:tcPr>
          <w:p w14:paraId="14D3DE83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completa di plenum di aspirazione (posteriore) e di immissione aria, entrambi con 3 attacchi circolari DN 160/180/200.</w:t>
            </w:r>
          </w:p>
          <w:p w14:paraId="1F0BF90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</w:t>
            </w:r>
            <w:r w:rsidRPr="002A35A1">
              <w:rPr>
                <w:rFonts w:ascii="Poppins" w:hAnsi="Poppins" w:cs="Poppins"/>
                <w:sz w:val="20"/>
              </w:rPr>
              <w:lastRenderedPageBreak/>
              <w:t xml:space="preserve">velocità ventilatore, modalità di funzionamento, etc. oppure con il sistema digitale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295DF05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13DA0F2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2F84F575" w14:textId="6BF11E8B" w:rsidR="002A35A1" w:rsidRPr="002A35A1" w:rsidRDefault="002A35A1" w:rsidP="00764D13">
            <w:pPr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Kit valvola motorizzata a 3 vie, per impianto a 2 tubi, di serie, premontato (costituito da valvola a 3 vie da ¾” con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Kvs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= 2,5; servocomando elettrotermico NC, 230 Vac-50 Hz e kit tubi rame e raccordi con terminali con girello F </w:t>
            </w:r>
            <w:r w:rsidR="00B745EA">
              <w:rPr>
                <w:rFonts w:ascii="Poppins" w:hAnsi="Poppins" w:cs="Poppins"/>
                <w:sz w:val="20"/>
              </w:rPr>
              <w:t>1/2</w:t>
            </w:r>
            <w:r w:rsidRPr="002A35A1">
              <w:rPr>
                <w:rFonts w:ascii="Poppins" w:hAnsi="Poppins" w:cs="Poppins"/>
                <w:sz w:val="20"/>
              </w:rPr>
              <w:t>”).</w:t>
            </w:r>
          </w:p>
          <w:p w14:paraId="1AC9679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3B98D14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Filtro aria i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 xml:space="preserve">n fibra acrilica (classe di efficienza G3) e </w:t>
            </w:r>
            <w:r w:rsidRPr="002A35A1">
              <w:rPr>
                <w:rFonts w:ascii="Poppins" w:hAnsi="Poppins" w:cs="Poppins"/>
                <w:sz w:val="20"/>
              </w:rPr>
              <w:t>bacinelle raccolta condensa, termicamente isolata, per installazione orizzontale.</w:t>
            </w:r>
          </w:p>
          <w:p w14:paraId="70A118BC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6F3EC7E0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>Dati tecnici:</w:t>
            </w:r>
          </w:p>
          <w:p w14:paraId="5686C5A6" w14:textId="77777777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4,23 (2,72- 4,53) kW</w:t>
            </w:r>
          </w:p>
          <w:p w14:paraId="0B595317" w14:textId="77777777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780 l/h</w:t>
            </w:r>
          </w:p>
          <w:p w14:paraId="1E2DB656" w14:textId="5BF23FCA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13,5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4575AC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764D13">
              <w:rPr>
                <w:rFonts w:ascii="Poppins" w:hAnsi="Poppins" w:cs="Poppins"/>
              </w:rPr>
              <w:t>b.s</w:t>
            </w:r>
            <w:proofErr w:type="spellEnd"/>
            <w:r w:rsidRPr="00764D13">
              <w:rPr>
                <w:rFonts w:ascii="Poppins" w:hAnsi="Poppins" w:cs="Poppins"/>
              </w:rPr>
              <w:t xml:space="preserve">./19 °C </w:t>
            </w:r>
            <w:proofErr w:type="spellStart"/>
            <w:r w:rsidRPr="00764D13">
              <w:rPr>
                <w:rFonts w:ascii="Poppins" w:hAnsi="Poppins" w:cs="Poppins"/>
              </w:rPr>
              <w:t>b.u.</w:t>
            </w:r>
            <w:proofErr w:type="spellEnd"/>
            <w:r w:rsidRPr="00764D13">
              <w:rPr>
                <w:rFonts w:ascii="Poppins" w:hAnsi="Poppins" w:cs="Poppins"/>
              </w:rPr>
              <w:t>)</w:t>
            </w:r>
          </w:p>
          <w:p w14:paraId="5AB8D0E4" w14:textId="77777777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4,27 (2,67- 4,59) kW</w:t>
            </w:r>
          </w:p>
          <w:p w14:paraId="7F3297E3" w14:textId="77777777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790 l/h</w:t>
            </w:r>
          </w:p>
          <w:p w14:paraId="54B64F82" w14:textId="463A2161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12,1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>(temperatura acqua 45/40 °C; temperatura aria 20 °C)</w:t>
            </w:r>
          </w:p>
          <w:p w14:paraId="71151387" w14:textId="77777777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lastRenderedPageBreak/>
              <w:t>Portata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med (min- max) 536 (263- 599) m3/h</w:t>
            </w:r>
          </w:p>
          <w:p w14:paraId="509B120F" w14:textId="77777777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Pressione statica utile max 50 Pa</w:t>
            </w:r>
          </w:p>
          <w:p w14:paraId="6810B891" w14:textId="77777777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764D13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64857AD3" w14:textId="77777777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/Hz</w:t>
            </w:r>
          </w:p>
          <w:p w14:paraId="6FC5DCEC" w14:textId="77777777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Potenza massima assorbita 90 W</w:t>
            </w:r>
          </w:p>
          <w:p w14:paraId="14B935A2" w14:textId="77777777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Corrente massima assorbita 0,55 A</w:t>
            </w:r>
          </w:p>
          <w:p w14:paraId="204B50E9" w14:textId="77777777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60 (41- 63)</w:t>
            </w:r>
            <w:r w:rsidRPr="00764D13">
              <w:rPr>
                <w:rFonts w:ascii="Poppins" w:hAnsi="Poppins" w:cs="Poppins"/>
              </w:rPr>
              <w:t xml:space="preserve"> dB(A)</w:t>
            </w:r>
          </w:p>
          <w:p w14:paraId="046BB1F2" w14:textId="011CA08E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764D13">
              <w:rPr>
                <w:rFonts w:ascii="Poppins" w:hAnsi="Poppins" w:cs="Poppins"/>
              </w:rPr>
              <w:t>med</w:t>
            </w:r>
            <w:proofErr w:type="spellEnd"/>
            <w:r w:rsidRPr="00764D13">
              <w:rPr>
                <w:rFonts w:ascii="Poppins" w:hAnsi="Poppins" w:cs="Poppins"/>
              </w:rPr>
              <w:t xml:space="preserve"> (min- max) 43 (24- 46) dB(A) - valori riferiti a fattore di direzionalità pari a 2 in campo chiuso, costante d’ambiente 300 m2 e distanza pari a 5 m</w:t>
            </w:r>
          </w:p>
          <w:p w14:paraId="32964657" w14:textId="77777777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) 1000x750x215 mm</w:t>
            </w:r>
          </w:p>
          <w:p w14:paraId="4A153EA3" w14:textId="77777777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Peso (senza plenum) 25 kg</w:t>
            </w:r>
          </w:p>
          <w:p w14:paraId="2C10D48C" w14:textId="18B1B8B8" w:rsidR="002A35A1" w:rsidRPr="00764D13" w:rsidRDefault="002A35A1" w:rsidP="00764D13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B745EA" w:rsidRPr="00764D13">
              <w:rPr>
                <w:rFonts w:ascii="Poppins" w:hAnsi="Poppins" w:cs="Poppins"/>
                <w:color w:val="000000"/>
              </w:rPr>
              <w:t>1/2</w:t>
            </w:r>
            <w:r w:rsidRPr="00764D13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1CB6D6D4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D5C3FEF" w14:textId="5FDF4047" w:rsidR="002A35A1" w:rsidRPr="002A35A1" w:rsidRDefault="002A35A1" w:rsidP="00764D13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Unità termoventilante UTO 45 C1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7E69BB" w14:paraId="68238155" w14:textId="77777777" w:rsidTr="002A35A1">
        <w:tc>
          <w:tcPr>
            <w:tcW w:w="1377" w:type="dxa"/>
          </w:tcPr>
          <w:p w14:paraId="6C207A06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lastRenderedPageBreak/>
              <w:t>07511233</w:t>
            </w:r>
          </w:p>
        </w:tc>
        <w:tc>
          <w:tcPr>
            <w:tcW w:w="2563" w:type="dxa"/>
          </w:tcPr>
          <w:p w14:paraId="34F6359C" w14:textId="4DB29740" w:rsidR="002A35A1" w:rsidRPr="002A35A1" w:rsidRDefault="00B745EA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Unità termoventilante</w:t>
            </w:r>
            <w:r w:rsidR="00764D13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A35A1" w:rsidRPr="002A35A1">
              <w:rPr>
                <w:rFonts w:ascii="Poppins" w:hAnsi="Poppins" w:cs="Poppins"/>
                <w:bCs/>
                <w:sz w:val="20"/>
              </w:rPr>
              <w:t>UTO 25 AP</w:t>
            </w:r>
          </w:p>
        </w:tc>
        <w:tc>
          <w:tcPr>
            <w:tcW w:w="5598" w:type="dxa"/>
          </w:tcPr>
          <w:p w14:paraId="64737E3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posteriore.</w:t>
            </w:r>
          </w:p>
          <w:p w14:paraId="3DBD9D9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2E5421C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6CA1447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, ad alta </w:t>
            </w:r>
            <w:r w:rsidRPr="002A35A1">
              <w:rPr>
                <w:rFonts w:ascii="Poppins" w:hAnsi="Poppins" w:cs="Poppins"/>
                <w:sz w:val="20"/>
              </w:rPr>
              <w:lastRenderedPageBreak/>
              <w:t>efficienza, con possibilità di rotazione sx-dx. Valvole di sfiato manuali.</w:t>
            </w:r>
          </w:p>
          <w:p w14:paraId="01CC22E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0F64E9F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Filtro aria in fibra acrilic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a (classe di efficienza G3) e</w:t>
            </w:r>
            <w:r w:rsidRPr="002A35A1">
              <w:rPr>
                <w:rFonts w:ascii="Poppins" w:hAnsi="Poppins" w:cs="Poppins"/>
                <w:sz w:val="20"/>
              </w:rPr>
              <w:t xml:space="preserve"> bacinelle raccolta condensa, termicamente isolata, per installazione orizzontale.</w:t>
            </w:r>
          </w:p>
          <w:p w14:paraId="2D716D79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73818E46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>Dati tecnici:</w:t>
            </w:r>
          </w:p>
          <w:p w14:paraId="4C3C1308" w14:textId="77777777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2,51 (1,82- 2,71) kW</w:t>
            </w:r>
          </w:p>
          <w:p w14:paraId="37B300A2" w14:textId="77777777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466 l/h</w:t>
            </w:r>
          </w:p>
          <w:p w14:paraId="5D1A1608" w14:textId="350DD6B1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16,8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764D13">
              <w:rPr>
                <w:rFonts w:ascii="Poppins" w:hAnsi="Poppins" w:cs="Poppins"/>
              </w:rPr>
              <w:t>b.s</w:t>
            </w:r>
            <w:proofErr w:type="spellEnd"/>
            <w:r w:rsidRPr="00764D13">
              <w:rPr>
                <w:rFonts w:ascii="Poppins" w:hAnsi="Poppins" w:cs="Poppins"/>
              </w:rPr>
              <w:t xml:space="preserve">./19 °C </w:t>
            </w:r>
            <w:proofErr w:type="spellStart"/>
            <w:r w:rsidRPr="00764D13">
              <w:rPr>
                <w:rFonts w:ascii="Poppins" w:hAnsi="Poppins" w:cs="Poppins"/>
              </w:rPr>
              <w:t>b.u.</w:t>
            </w:r>
            <w:proofErr w:type="spellEnd"/>
            <w:r w:rsidRPr="00764D13">
              <w:rPr>
                <w:rFonts w:ascii="Poppins" w:hAnsi="Poppins" w:cs="Poppins"/>
              </w:rPr>
              <w:t>)</w:t>
            </w:r>
          </w:p>
          <w:p w14:paraId="4CCC1935" w14:textId="77777777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2,75 (1,79- 2,99) kW</w:t>
            </w:r>
          </w:p>
          <w:p w14:paraId="4CEFDA19" w14:textId="77777777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514 l/h</w:t>
            </w:r>
          </w:p>
          <w:p w14:paraId="0A842078" w14:textId="749485A2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17,7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>(temperatura acqua 45/40 °C; temperatura aria 20 °C)</w:t>
            </w:r>
          </w:p>
          <w:p w14:paraId="09DE4BDA" w14:textId="77777777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med (min- max) 408 (212- 462) m3/h</w:t>
            </w:r>
          </w:p>
          <w:p w14:paraId="30109CC6" w14:textId="77777777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Pressione statica utile max 50 Pa</w:t>
            </w:r>
          </w:p>
          <w:p w14:paraId="085B22B6" w14:textId="77777777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764D13">
              <w:rPr>
                <w:rFonts w:ascii="Poppins" w:hAnsi="Poppins" w:cs="Poppins"/>
                <w:color w:val="000000" w:themeColor="text1"/>
              </w:rPr>
              <w:t>N° ventilatori: 1</w:t>
            </w:r>
          </w:p>
          <w:p w14:paraId="2B4F5E3C" w14:textId="77777777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/Hz</w:t>
            </w:r>
          </w:p>
          <w:p w14:paraId="1EDEED87" w14:textId="77777777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Potenza massima assorbita 65 W</w:t>
            </w:r>
          </w:p>
          <w:p w14:paraId="694B23B1" w14:textId="77777777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Corrente massima assorbita 0,45 A</w:t>
            </w:r>
          </w:p>
          <w:p w14:paraId="02A51A5E" w14:textId="77777777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60 (43- 64)</w:t>
            </w:r>
            <w:r w:rsidRPr="00764D13">
              <w:rPr>
                <w:rFonts w:ascii="Poppins" w:hAnsi="Poppins" w:cs="Poppins"/>
              </w:rPr>
              <w:t xml:space="preserve"> dB(A)</w:t>
            </w:r>
          </w:p>
          <w:p w14:paraId="12F12C31" w14:textId="7AB23D9D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764D13">
              <w:rPr>
                <w:rFonts w:ascii="Poppins" w:hAnsi="Poppins" w:cs="Poppins"/>
              </w:rPr>
              <w:t>med</w:t>
            </w:r>
            <w:proofErr w:type="spellEnd"/>
            <w:r w:rsidRPr="00764D13">
              <w:rPr>
                <w:rFonts w:ascii="Poppins" w:hAnsi="Poppins" w:cs="Poppins"/>
              </w:rPr>
              <w:t xml:space="preserve"> (min- max) 43 (26- 47) dB(A) - valori riferiti a fattore di direzionalità pari a 2 in campo chiuso, costante d’ambiente 300 m2 e distanza pari a 5 m</w:t>
            </w:r>
          </w:p>
          <w:p w14:paraId="49391571" w14:textId="77777777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) 600x450x215 mm</w:t>
            </w:r>
          </w:p>
          <w:p w14:paraId="2DF85F07" w14:textId="77777777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Peso (senza plenum) 15 kg</w:t>
            </w:r>
          </w:p>
          <w:p w14:paraId="2C625441" w14:textId="2231DD1A" w:rsidR="002A35A1" w:rsidRPr="00764D13" w:rsidRDefault="002A35A1" w:rsidP="00764D13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B745EA" w:rsidRPr="00764D13">
              <w:rPr>
                <w:rFonts w:ascii="Poppins" w:hAnsi="Poppins" w:cs="Poppins"/>
                <w:color w:val="000000"/>
              </w:rPr>
              <w:t>1/2</w:t>
            </w:r>
            <w:r w:rsidRPr="00764D13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53470AB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773FFA6" w14:textId="489C57D3" w:rsidR="002A35A1" w:rsidRPr="002A35A1" w:rsidRDefault="002A35A1" w:rsidP="00764D13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Unità termoventilante UTO 25 AP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7E69BB" w14:paraId="41EFBCFF" w14:textId="77777777" w:rsidTr="002A35A1">
        <w:tc>
          <w:tcPr>
            <w:tcW w:w="1377" w:type="dxa"/>
          </w:tcPr>
          <w:p w14:paraId="352587A6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lastRenderedPageBreak/>
              <w:t>07511243</w:t>
            </w:r>
          </w:p>
        </w:tc>
        <w:tc>
          <w:tcPr>
            <w:tcW w:w="2563" w:type="dxa"/>
          </w:tcPr>
          <w:p w14:paraId="7BD1C91D" w14:textId="6895F248" w:rsidR="002A35A1" w:rsidRPr="002A35A1" w:rsidRDefault="00B745EA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Unità termoventilante</w:t>
            </w:r>
            <w:r w:rsidR="00764D13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A35A1" w:rsidRPr="002A35A1">
              <w:rPr>
                <w:rFonts w:ascii="Poppins" w:hAnsi="Poppins" w:cs="Poppins"/>
                <w:bCs/>
                <w:sz w:val="20"/>
              </w:rPr>
              <w:t>UTO 30 AP</w:t>
            </w:r>
          </w:p>
        </w:tc>
        <w:tc>
          <w:tcPr>
            <w:tcW w:w="5598" w:type="dxa"/>
          </w:tcPr>
          <w:p w14:paraId="3A1D4742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posteriore.</w:t>
            </w:r>
          </w:p>
          <w:p w14:paraId="1043943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0B9977F2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199B255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6FF4CE80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1DA2F86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Filtro aria in fibra acrilic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 xml:space="preserve">a (classe di efficienza G3) e </w:t>
            </w:r>
            <w:r w:rsidRPr="002A35A1">
              <w:rPr>
                <w:rFonts w:ascii="Poppins" w:hAnsi="Poppins" w:cs="Poppins"/>
                <w:sz w:val="20"/>
              </w:rPr>
              <w:t>bacinelle raccolta condensa, termicamente isolata, per installazione orizzontale.</w:t>
            </w:r>
          </w:p>
          <w:p w14:paraId="1020D45A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567F2C01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>Dati tecnici:</w:t>
            </w:r>
          </w:p>
          <w:p w14:paraId="67C7FBC0" w14:textId="77777777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2,72 (2,24- 3,53) kW</w:t>
            </w:r>
          </w:p>
          <w:p w14:paraId="7E11E956" w14:textId="77777777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606 l/h</w:t>
            </w:r>
          </w:p>
          <w:p w14:paraId="552FE779" w14:textId="22DD17F8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20,0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764D13">
              <w:rPr>
                <w:rFonts w:ascii="Poppins" w:hAnsi="Poppins" w:cs="Poppins"/>
              </w:rPr>
              <w:t>b.s</w:t>
            </w:r>
            <w:proofErr w:type="spellEnd"/>
            <w:r w:rsidRPr="00764D13">
              <w:rPr>
                <w:rFonts w:ascii="Poppins" w:hAnsi="Poppins" w:cs="Poppins"/>
              </w:rPr>
              <w:t xml:space="preserve">./19 °C </w:t>
            </w:r>
            <w:proofErr w:type="spellStart"/>
            <w:r w:rsidRPr="00764D13">
              <w:rPr>
                <w:rFonts w:ascii="Poppins" w:hAnsi="Poppins" w:cs="Poppins"/>
              </w:rPr>
              <w:t>b.u.</w:t>
            </w:r>
            <w:proofErr w:type="spellEnd"/>
            <w:r w:rsidRPr="00764D13">
              <w:rPr>
                <w:rFonts w:ascii="Poppins" w:hAnsi="Poppins" w:cs="Poppins"/>
              </w:rPr>
              <w:t>)</w:t>
            </w:r>
          </w:p>
          <w:p w14:paraId="29CFF4CF" w14:textId="77777777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2,90 (2,14- 3,82) kW</w:t>
            </w:r>
          </w:p>
          <w:p w14:paraId="29EF7999" w14:textId="77777777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657 l/h</w:t>
            </w:r>
          </w:p>
          <w:p w14:paraId="466EB380" w14:textId="5A4F2D48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lastRenderedPageBreak/>
              <w:t xml:space="preserve">Perdita di carico max velocità 20,4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>(temperatura acqua 45/40 °C; temperatura aria 20 °C)</w:t>
            </w:r>
          </w:p>
          <w:p w14:paraId="1FE92140" w14:textId="77777777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med (min- max) 399 (252- 607) m3/h</w:t>
            </w:r>
          </w:p>
          <w:p w14:paraId="4DAD4F5E" w14:textId="77777777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Pressione statica utile max 50 Pa</w:t>
            </w:r>
          </w:p>
          <w:p w14:paraId="0CCAAF0E" w14:textId="77777777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764D13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56AA60C2" w14:textId="77777777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/Hz</w:t>
            </w:r>
          </w:p>
          <w:p w14:paraId="614EE6EA" w14:textId="77777777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Potenza massima assorbita 85 W</w:t>
            </w:r>
          </w:p>
          <w:p w14:paraId="2AFD8330" w14:textId="77777777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Corrente massima assorbita 0,55 A</w:t>
            </w:r>
          </w:p>
          <w:p w14:paraId="5A9E9CA8" w14:textId="77777777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51 (39- 62)</w:t>
            </w:r>
            <w:r w:rsidRPr="00764D13">
              <w:rPr>
                <w:rFonts w:ascii="Poppins" w:hAnsi="Poppins" w:cs="Poppins"/>
              </w:rPr>
              <w:t xml:space="preserve"> dB(A)</w:t>
            </w:r>
          </w:p>
          <w:p w14:paraId="11ECB92B" w14:textId="1337568F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764D13">
              <w:rPr>
                <w:rFonts w:ascii="Poppins" w:hAnsi="Poppins" w:cs="Poppins"/>
              </w:rPr>
              <w:t>med</w:t>
            </w:r>
            <w:proofErr w:type="spellEnd"/>
            <w:r w:rsidRPr="00764D13">
              <w:rPr>
                <w:rFonts w:ascii="Poppins" w:hAnsi="Poppins" w:cs="Poppins"/>
              </w:rPr>
              <w:t xml:space="preserve"> (min- max) 34 (22- 45) dB(A) - valori riferiti a fattore di direzionalità pari a 2 in campo chiuso, costante d’ambiente 300 m2 e distanza pari a 5 m</w:t>
            </w:r>
          </w:p>
          <w:p w14:paraId="41885BD2" w14:textId="77777777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) 800x450x215 mm</w:t>
            </w:r>
          </w:p>
          <w:p w14:paraId="27375FC8" w14:textId="77777777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Peso (senza plenum) 20 kg</w:t>
            </w:r>
          </w:p>
          <w:p w14:paraId="126242FE" w14:textId="35EB230C" w:rsidR="002A35A1" w:rsidRPr="00764D13" w:rsidRDefault="002A35A1" w:rsidP="00764D13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B745EA" w:rsidRPr="00764D13">
              <w:rPr>
                <w:rFonts w:ascii="Poppins" w:hAnsi="Poppins" w:cs="Poppins"/>
                <w:color w:val="000000"/>
              </w:rPr>
              <w:t>1/2</w:t>
            </w:r>
            <w:r w:rsidRPr="00764D13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5EB0BAC0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3CF94598" w14:textId="6BADFEF8" w:rsidR="002A35A1" w:rsidRPr="002A35A1" w:rsidRDefault="002A35A1" w:rsidP="00764D13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Unità termoventilante UTO 30 AP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7E69BB" w14:paraId="7E4FAAE5" w14:textId="77777777" w:rsidTr="002A35A1">
        <w:tc>
          <w:tcPr>
            <w:tcW w:w="1377" w:type="dxa"/>
          </w:tcPr>
          <w:p w14:paraId="2532683E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lastRenderedPageBreak/>
              <w:t>07511253</w:t>
            </w:r>
          </w:p>
        </w:tc>
        <w:tc>
          <w:tcPr>
            <w:tcW w:w="2563" w:type="dxa"/>
          </w:tcPr>
          <w:p w14:paraId="19D5D1B1" w14:textId="29C38A92" w:rsidR="002A35A1" w:rsidRPr="002A35A1" w:rsidRDefault="00B745EA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Unità termoventilante</w:t>
            </w:r>
            <w:r w:rsidR="00764D13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A35A1" w:rsidRPr="002A35A1">
              <w:rPr>
                <w:rFonts w:ascii="Poppins" w:hAnsi="Poppins" w:cs="Poppins"/>
                <w:bCs/>
                <w:sz w:val="20"/>
              </w:rPr>
              <w:t>UTO 35 AP</w:t>
            </w:r>
          </w:p>
        </w:tc>
        <w:tc>
          <w:tcPr>
            <w:tcW w:w="5598" w:type="dxa"/>
          </w:tcPr>
          <w:p w14:paraId="3ADA2B7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posteriore.</w:t>
            </w:r>
          </w:p>
          <w:p w14:paraId="5EC389D1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0E8AF93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04883244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 xml:space="preserve">Batteria di scambio termico ad acqua in tubi di rame e alettatura a pacco d’alluminio,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77FD0868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4138765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Filtro aria in fibra acrili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ca (classe di efficienza G3) e</w:t>
            </w:r>
            <w:r w:rsidRPr="002A35A1">
              <w:rPr>
                <w:rFonts w:ascii="Poppins" w:hAnsi="Poppins" w:cs="Poppins"/>
                <w:sz w:val="20"/>
              </w:rPr>
              <w:t xml:space="preserve"> bacinelle raccolta condensa, termicamente isolata, per installazione orizzontale.</w:t>
            </w:r>
          </w:p>
          <w:p w14:paraId="2E20CB7C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B2B32C2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>Dati tecnici:</w:t>
            </w:r>
          </w:p>
          <w:p w14:paraId="034706BC" w14:textId="77777777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3,08 (2,43- 3,82) kW</w:t>
            </w:r>
          </w:p>
          <w:p w14:paraId="56DA0DFF" w14:textId="77777777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656 l/h</w:t>
            </w:r>
          </w:p>
          <w:p w14:paraId="72C1E002" w14:textId="4DBFC694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19,5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764D13">
              <w:rPr>
                <w:rFonts w:ascii="Poppins" w:hAnsi="Poppins" w:cs="Poppins"/>
              </w:rPr>
              <w:t>b.s</w:t>
            </w:r>
            <w:proofErr w:type="spellEnd"/>
            <w:r w:rsidRPr="00764D13">
              <w:rPr>
                <w:rFonts w:ascii="Poppins" w:hAnsi="Poppins" w:cs="Poppins"/>
              </w:rPr>
              <w:t xml:space="preserve">./19 °C </w:t>
            </w:r>
            <w:proofErr w:type="spellStart"/>
            <w:r w:rsidRPr="00764D13">
              <w:rPr>
                <w:rFonts w:ascii="Poppins" w:hAnsi="Poppins" w:cs="Poppins"/>
              </w:rPr>
              <w:t>b.u.</w:t>
            </w:r>
            <w:proofErr w:type="spellEnd"/>
            <w:r w:rsidRPr="00764D13">
              <w:rPr>
                <w:rFonts w:ascii="Poppins" w:hAnsi="Poppins" w:cs="Poppins"/>
              </w:rPr>
              <w:t>)</w:t>
            </w:r>
          </w:p>
          <w:p w14:paraId="12BB9960" w14:textId="77777777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3,35 (2,36- 4,21) kW</w:t>
            </w:r>
          </w:p>
          <w:p w14:paraId="41F7BA09" w14:textId="77777777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724 l/h</w:t>
            </w:r>
          </w:p>
          <w:p w14:paraId="02DA9B1D" w14:textId="2146F2FF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20,6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>(temperatura acqua 45/40 °C; temperatura aria 20 °C)</w:t>
            </w:r>
          </w:p>
          <w:p w14:paraId="177D4C1A" w14:textId="77777777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med (min- max) 429 (252- 605) m3/h</w:t>
            </w:r>
          </w:p>
          <w:p w14:paraId="3CDD4D80" w14:textId="77777777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Pressione statica utile max 50 Pa</w:t>
            </w:r>
          </w:p>
          <w:p w14:paraId="10F2FFFE" w14:textId="77777777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764D13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55537A9B" w14:textId="77777777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/Hz</w:t>
            </w:r>
          </w:p>
          <w:p w14:paraId="7E936326" w14:textId="77777777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Potenza massima assorbita 85 W</w:t>
            </w:r>
          </w:p>
          <w:p w14:paraId="774F96A6" w14:textId="77777777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Corrente massima assorbita 0,55 A</w:t>
            </w:r>
          </w:p>
          <w:p w14:paraId="4353433C" w14:textId="77777777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53 (39- 62)</w:t>
            </w:r>
            <w:r w:rsidRPr="00764D13">
              <w:rPr>
                <w:rFonts w:ascii="Poppins" w:hAnsi="Poppins" w:cs="Poppins"/>
              </w:rPr>
              <w:t xml:space="preserve"> dB(A)</w:t>
            </w:r>
          </w:p>
          <w:p w14:paraId="6C47220C" w14:textId="287A4A99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764D13">
              <w:rPr>
                <w:rFonts w:ascii="Poppins" w:hAnsi="Poppins" w:cs="Poppins"/>
              </w:rPr>
              <w:t>med</w:t>
            </w:r>
            <w:proofErr w:type="spellEnd"/>
            <w:r w:rsidRPr="00764D13">
              <w:rPr>
                <w:rFonts w:ascii="Poppins" w:hAnsi="Poppins" w:cs="Poppins"/>
              </w:rPr>
              <w:t xml:space="preserve"> (min- max) 36 (22- 45) dB(A) - valori riferiti a fattore di direzionalità pari a 2 in campo chiuso, costante d’ambiente 300 m2 e distanza pari a 5 m</w:t>
            </w:r>
          </w:p>
          <w:p w14:paraId="7FF20A9C" w14:textId="77777777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) 800x450x215 mm</w:t>
            </w:r>
          </w:p>
          <w:p w14:paraId="038E0460" w14:textId="77777777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Peso (senza plenum) 21 kg</w:t>
            </w:r>
          </w:p>
          <w:p w14:paraId="7A4A9A88" w14:textId="0320F47E" w:rsidR="002A35A1" w:rsidRPr="00764D13" w:rsidRDefault="002A35A1" w:rsidP="00764D13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B745EA" w:rsidRPr="00764D13">
              <w:rPr>
                <w:rFonts w:ascii="Poppins" w:hAnsi="Poppins" w:cs="Poppins"/>
                <w:color w:val="000000"/>
              </w:rPr>
              <w:t>1/2</w:t>
            </w:r>
            <w:r w:rsidRPr="00764D13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1B17546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90EF812" w14:textId="6F3D161D" w:rsidR="002A35A1" w:rsidRPr="002A35A1" w:rsidRDefault="002A35A1" w:rsidP="00764D13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Unità termoventilante UTO 35 AP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7E69BB" w14:paraId="3466A93C" w14:textId="77777777" w:rsidTr="002A35A1">
        <w:tc>
          <w:tcPr>
            <w:tcW w:w="1377" w:type="dxa"/>
          </w:tcPr>
          <w:p w14:paraId="515C03A8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lastRenderedPageBreak/>
              <w:t>07511263</w:t>
            </w:r>
          </w:p>
        </w:tc>
        <w:tc>
          <w:tcPr>
            <w:tcW w:w="2563" w:type="dxa"/>
          </w:tcPr>
          <w:p w14:paraId="52053699" w14:textId="6E128655" w:rsidR="002A35A1" w:rsidRPr="002A35A1" w:rsidRDefault="00B745EA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Unità termoventilante</w:t>
            </w:r>
            <w:r w:rsidR="00764D13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A35A1" w:rsidRPr="002A35A1">
              <w:rPr>
                <w:rFonts w:ascii="Poppins" w:hAnsi="Poppins" w:cs="Poppins"/>
                <w:bCs/>
                <w:sz w:val="20"/>
              </w:rPr>
              <w:t>UTO 40 AP</w:t>
            </w:r>
          </w:p>
        </w:tc>
        <w:tc>
          <w:tcPr>
            <w:tcW w:w="5598" w:type="dxa"/>
          </w:tcPr>
          <w:p w14:paraId="2D0C5B02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posteriore.</w:t>
            </w:r>
          </w:p>
          <w:p w14:paraId="4E0C23E2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42C96BD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443C0A86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4E6C9F94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3832D5F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Filtro aria in fibra acril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ica (classe di efficienza G3) e b</w:t>
            </w:r>
            <w:r w:rsidRPr="002A35A1">
              <w:rPr>
                <w:rFonts w:ascii="Poppins" w:hAnsi="Poppins" w:cs="Poppins"/>
                <w:sz w:val="20"/>
              </w:rPr>
              <w:t>acinelle raccolta condensa, termicamente isolata, per installazione orizzontale.</w:t>
            </w:r>
          </w:p>
          <w:p w14:paraId="11485A53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FBDEEF5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>Dati tecnici:</w:t>
            </w:r>
          </w:p>
          <w:p w14:paraId="5484E772" w14:textId="77777777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4,04 (2,92- 4,48) kW</w:t>
            </w:r>
          </w:p>
          <w:p w14:paraId="09AFF455" w14:textId="77777777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771 l/h</w:t>
            </w:r>
          </w:p>
          <w:p w14:paraId="483FD8DC" w14:textId="503CB710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16,2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764D13">
              <w:rPr>
                <w:rFonts w:ascii="Poppins" w:hAnsi="Poppins" w:cs="Poppins"/>
              </w:rPr>
              <w:t>b.s</w:t>
            </w:r>
            <w:proofErr w:type="spellEnd"/>
            <w:r w:rsidRPr="00764D13">
              <w:rPr>
                <w:rFonts w:ascii="Poppins" w:hAnsi="Poppins" w:cs="Poppins"/>
              </w:rPr>
              <w:t xml:space="preserve">./19 °C </w:t>
            </w:r>
            <w:proofErr w:type="spellStart"/>
            <w:r w:rsidRPr="00764D13">
              <w:rPr>
                <w:rFonts w:ascii="Poppins" w:hAnsi="Poppins" w:cs="Poppins"/>
              </w:rPr>
              <w:t>b.u.</w:t>
            </w:r>
            <w:proofErr w:type="spellEnd"/>
            <w:r w:rsidRPr="00764D13">
              <w:rPr>
                <w:rFonts w:ascii="Poppins" w:hAnsi="Poppins" w:cs="Poppins"/>
              </w:rPr>
              <w:t>)</w:t>
            </w:r>
          </w:p>
          <w:p w14:paraId="546F4D6E" w14:textId="77777777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4,31 (2,77- 4,81) kW</w:t>
            </w:r>
          </w:p>
          <w:p w14:paraId="4CFA692D" w14:textId="77777777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lastRenderedPageBreak/>
              <w:t>Portata d’acqua max velocità 827 l/h</w:t>
            </w:r>
          </w:p>
          <w:p w14:paraId="7F4E5E57" w14:textId="4CBADF7F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16,2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>(temperatura acqua 45/40 °C; temperatura aria 20 °C)</w:t>
            </w:r>
          </w:p>
          <w:p w14:paraId="7C8634F9" w14:textId="77777777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med (min- max) 605 (310- 715) m3/h</w:t>
            </w:r>
          </w:p>
          <w:p w14:paraId="43AB40F3" w14:textId="77777777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Pressione statica utile max 50 Pa</w:t>
            </w:r>
          </w:p>
          <w:p w14:paraId="1BE773EF" w14:textId="77777777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764D13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19576082" w14:textId="77777777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/Hz</w:t>
            </w:r>
          </w:p>
          <w:p w14:paraId="481E160C" w14:textId="77777777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Potenza massima assorbita 90 W</w:t>
            </w:r>
          </w:p>
          <w:p w14:paraId="45409463" w14:textId="77777777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Corrente massima assorbita 0,55 A</w:t>
            </w:r>
          </w:p>
          <w:p w14:paraId="5989857C" w14:textId="77777777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59 (41- 63)</w:t>
            </w:r>
            <w:r w:rsidRPr="00764D13">
              <w:rPr>
                <w:rFonts w:ascii="Poppins" w:hAnsi="Poppins" w:cs="Poppins"/>
              </w:rPr>
              <w:t xml:space="preserve"> dB(A)</w:t>
            </w:r>
          </w:p>
          <w:p w14:paraId="0BD2D8FE" w14:textId="62FA774F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764D13">
              <w:rPr>
                <w:rFonts w:ascii="Poppins" w:hAnsi="Poppins" w:cs="Poppins"/>
              </w:rPr>
              <w:t>med</w:t>
            </w:r>
            <w:proofErr w:type="spellEnd"/>
            <w:r w:rsidRPr="00764D13">
              <w:rPr>
                <w:rFonts w:ascii="Poppins" w:hAnsi="Poppins" w:cs="Poppins"/>
              </w:rPr>
              <w:t xml:space="preserve"> (min- max) 42 (24- 46) dB(A) - valori riferiti a fattore di direzionalità pari a 2 in campo chiuso, costante d’ambiente 300 m2 e distanza pari a 5 m</w:t>
            </w:r>
          </w:p>
          <w:p w14:paraId="32DB2DD0" w14:textId="77777777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) 1000x450x215 mm</w:t>
            </w:r>
          </w:p>
          <w:p w14:paraId="1D795E7B" w14:textId="77777777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Peso (senza plenum) 24 kg</w:t>
            </w:r>
          </w:p>
          <w:p w14:paraId="542A46F6" w14:textId="7A351E47" w:rsidR="002A35A1" w:rsidRPr="00764D13" w:rsidRDefault="002A35A1" w:rsidP="00764D13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B745EA" w:rsidRPr="00764D13">
              <w:rPr>
                <w:rFonts w:ascii="Poppins" w:hAnsi="Poppins" w:cs="Poppins"/>
                <w:color w:val="000000"/>
              </w:rPr>
              <w:t>1/2</w:t>
            </w:r>
            <w:r w:rsidRPr="00764D13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74F120A2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17DDBD0" w14:textId="592E36DC" w:rsidR="002A35A1" w:rsidRPr="002A35A1" w:rsidRDefault="002A35A1" w:rsidP="00764D13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Unità termoventilante UTO 40 AP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855E80" w14:paraId="1A902CB5" w14:textId="77777777" w:rsidTr="002A35A1">
        <w:tc>
          <w:tcPr>
            <w:tcW w:w="1377" w:type="dxa"/>
          </w:tcPr>
          <w:p w14:paraId="61772123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lastRenderedPageBreak/>
              <w:t>07511273</w:t>
            </w:r>
          </w:p>
        </w:tc>
        <w:tc>
          <w:tcPr>
            <w:tcW w:w="2563" w:type="dxa"/>
          </w:tcPr>
          <w:p w14:paraId="323F1A5A" w14:textId="21DEF652" w:rsidR="002A35A1" w:rsidRPr="002A35A1" w:rsidRDefault="00B745EA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Unità termoventilante</w:t>
            </w:r>
            <w:r w:rsidR="00764D13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A35A1" w:rsidRPr="002A35A1">
              <w:rPr>
                <w:rFonts w:ascii="Poppins" w:hAnsi="Poppins" w:cs="Poppins"/>
                <w:bCs/>
                <w:sz w:val="20"/>
              </w:rPr>
              <w:t>UTO 45 AP</w:t>
            </w:r>
          </w:p>
        </w:tc>
        <w:tc>
          <w:tcPr>
            <w:tcW w:w="5598" w:type="dxa"/>
          </w:tcPr>
          <w:p w14:paraId="39E2B1F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Unità terminale (termoventilante) da incasso per installazione orizzontale a soffitto, con tecnologia DC-Inverter, con aspirazione aria posteriore.</w:t>
            </w:r>
          </w:p>
          <w:p w14:paraId="48D2C85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595DA45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Motore a magneti permanenti ad alta efficienza, brushless, a regolazione di velocità e potenza mediante dispositivo elettronico PWM, con riduzione della rumorosità e dei consumi elettrici, con accoppiamento al/i gruppo/i ventilante/i con </w:t>
            </w:r>
            <w:r w:rsidRPr="002A35A1">
              <w:rPr>
                <w:rFonts w:ascii="Poppins" w:hAnsi="Poppins" w:cs="Poppins"/>
                <w:sz w:val="20"/>
              </w:rPr>
              <w:lastRenderedPageBreak/>
              <w:t>ventilatore centrifugo a doppia aspirazione, a pale curve avanti, in plastica, di ultima generazione.</w:t>
            </w:r>
          </w:p>
          <w:p w14:paraId="7876E13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03ABEB7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75758D2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Filtro aria in fibra acrilica (classe di efficienza G3) e bacinelle raccolta condensa, termicamente isolata, per installazione orizzontale.</w:t>
            </w:r>
          </w:p>
          <w:p w14:paraId="39B4BEE0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660B69B8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>Dati tecnici:</w:t>
            </w:r>
          </w:p>
          <w:p w14:paraId="5EE3A995" w14:textId="77777777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4,70 (3,29- 5,06) kW</w:t>
            </w:r>
          </w:p>
          <w:p w14:paraId="5EEDAEFD" w14:textId="77777777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870 l/h</w:t>
            </w:r>
          </w:p>
          <w:p w14:paraId="5DC4BCB3" w14:textId="019901BB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16,8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764D13">
              <w:rPr>
                <w:rFonts w:ascii="Poppins" w:hAnsi="Poppins" w:cs="Poppins"/>
              </w:rPr>
              <w:t>b.s</w:t>
            </w:r>
            <w:proofErr w:type="spellEnd"/>
            <w:r w:rsidRPr="00764D13">
              <w:rPr>
                <w:rFonts w:ascii="Poppins" w:hAnsi="Poppins" w:cs="Poppins"/>
              </w:rPr>
              <w:t xml:space="preserve">./19 °C </w:t>
            </w:r>
            <w:proofErr w:type="spellStart"/>
            <w:r w:rsidRPr="00764D13">
              <w:rPr>
                <w:rFonts w:ascii="Poppins" w:hAnsi="Poppins" w:cs="Poppins"/>
              </w:rPr>
              <w:t>b.u.</w:t>
            </w:r>
            <w:proofErr w:type="spellEnd"/>
            <w:r w:rsidRPr="00764D13">
              <w:rPr>
                <w:rFonts w:ascii="Poppins" w:hAnsi="Poppins" w:cs="Poppins"/>
              </w:rPr>
              <w:t>)</w:t>
            </w:r>
          </w:p>
          <w:p w14:paraId="5F880647" w14:textId="77777777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4,78 (2,98- 5,16) kW</w:t>
            </w:r>
          </w:p>
          <w:p w14:paraId="0065B72D" w14:textId="77777777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888 l/h</w:t>
            </w:r>
          </w:p>
          <w:p w14:paraId="43989C3C" w14:textId="2A9FA5D0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15,2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>(temperatura acqua 45/40 °C; temperatura aria 20 °C)</w:t>
            </w:r>
          </w:p>
          <w:p w14:paraId="50AE7360" w14:textId="77777777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med (min- max) 636 (310- 715) m3/h</w:t>
            </w:r>
          </w:p>
          <w:p w14:paraId="4F8D11F3" w14:textId="77777777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Pressione statica utile max 50 Pa</w:t>
            </w:r>
          </w:p>
          <w:p w14:paraId="71F67C94" w14:textId="77777777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764D13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181629C9" w14:textId="77777777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/Hz</w:t>
            </w:r>
          </w:p>
          <w:p w14:paraId="254DCCC7" w14:textId="77777777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Potenza massima assorbita 90 W</w:t>
            </w:r>
          </w:p>
          <w:p w14:paraId="34B5B015" w14:textId="77777777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Corrente massima assorbita 0,55 A</w:t>
            </w:r>
          </w:p>
          <w:p w14:paraId="3930DB8A" w14:textId="77777777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60 (41- 63)</w:t>
            </w:r>
            <w:r w:rsidRPr="00764D13">
              <w:rPr>
                <w:rFonts w:ascii="Poppins" w:hAnsi="Poppins" w:cs="Poppins"/>
              </w:rPr>
              <w:t xml:space="preserve"> dB(A)</w:t>
            </w:r>
          </w:p>
          <w:p w14:paraId="226302AB" w14:textId="036715FF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764D13">
              <w:rPr>
                <w:rFonts w:ascii="Poppins" w:hAnsi="Poppins" w:cs="Poppins"/>
              </w:rPr>
              <w:t>med</w:t>
            </w:r>
            <w:proofErr w:type="spellEnd"/>
            <w:r w:rsidRPr="00764D13">
              <w:rPr>
                <w:rFonts w:ascii="Poppins" w:hAnsi="Poppins" w:cs="Poppins"/>
              </w:rPr>
              <w:t xml:space="preserve"> (min- max) 43 (24- 46) dB(A) - valori riferiti a fattore di direzionalità pari a 2 in campo chiuso, costante d’ambiente 300 m2 e distanza pari a 5 m</w:t>
            </w:r>
          </w:p>
          <w:p w14:paraId="4B6A232D" w14:textId="77777777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) 1000x450x215 mm</w:t>
            </w:r>
          </w:p>
          <w:p w14:paraId="41D45302" w14:textId="77777777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Peso (senza plenum) 25 kg</w:t>
            </w:r>
          </w:p>
          <w:p w14:paraId="09814F84" w14:textId="1B4598D1" w:rsidR="002A35A1" w:rsidRPr="00764D13" w:rsidRDefault="002A35A1" w:rsidP="00764D13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lastRenderedPageBreak/>
              <w:t xml:space="preserve">Attacchi ingresso e uscita acqua: </w:t>
            </w:r>
            <w:r w:rsidR="00B745EA" w:rsidRPr="00764D13">
              <w:rPr>
                <w:rFonts w:ascii="Poppins" w:hAnsi="Poppins" w:cs="Poppins"/>
                <w:color w:val="000000"/>
              </w:rPr>
              <w:t>1/2</w:t>
            </w:r>
            <w:r w:rsidRPr="00764D13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40D441F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9F441E1" w14:textId="342986F4" w:rsidR="002A35A1" w:rsidRPr="002A35A1" w:rsidRDefault="002A35A1" w:rsidP="00764D13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Unità termoventilante UTO 45 AP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855E80" w14:paraId="5301C581" w14:textId="77777777" w:rsidTr="002A35A1">
        <w:tc>
          <w:tcPr>
            <w:tcW w:w="1377" w:type="dxa"/>
          </w:tcPr>
          <w:p w14:paraId="280FD8AC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lastRenderedPageBreak/>
              <w:t>07510933</w:t>
            </w:r>
          </w:p>
        </w:tc>
        <w:tc>
          <w:tcPr>
            <w:tcW w:w="2563" w:type="dxa"/>
          </w:tcPr>
          <w:p w14:paraId="02F80BD0" w14:textId="2D8DC565" w:rsidR="002A35A1" w:rsidRPr="002A35A1" w:rsidRDefault="00B745EA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Unità termoventilante</w:t>
            </w:r>
            <w:r w:rsidR="00764D13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A35A1" w:rsidRPr="002A35A1">
              <w:rPr>
                <w:rFonts w:ascii="Poppins" w:hAnsi="Poppins" w:cs="Poppins"/>
                <w:bCs/>
                <w:sz w:val="20"/>
              </w:rPr>
              <w:t>UTV 25 AF</w:t>
            </w:r>
          </w:p>
        </w:tc>
        <w:tc>
          <w:tcPr>
            <w:tcW w:w="5598" w:type="dxa"/>
          </w:tcPr>
          <w:p w14:paraId="00E9EF6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Unità terminale (termoventilante) da incasso per installazione verticale a parete, con tecnologia DC-Inverter, con aspirazione aria frontale.</w:t>
            </w:r>
          </w:p>
          <w:p w14:paraId="2992D94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01A7525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0B0F4FA1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656E982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5ED0413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Filtro aria in fibra acri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 xml:space="preserve">lica (classe di efficienza G3) e </w:t>
            </w:r>
            <w:r w:rsidRPr="002A35A1">
              <w:rPr>
                <w:rFonts w:ascii="Poppins" w:hAnsi="Poppins" w:cs="Poppins"/>
                <w:sz w:val="20"/>
              </w:rPr>
              <w:t>bacinelle raccolta condensa per installazione verticale.</w:t>
            </w:r>
          </w:p>
          <w:p w14:paraId="766309DC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507E3B2D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>Dati tecnici:</w:t>
            </w:r>
          </w:p>
          <w:p w14:paraId="15B109BD" w14:textId="77777777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2,51 (1,82- 2,71) kW</w:t>
            </w:r>
          </w:p>
          <w:p w14:paraId="43CF49B6" w14:textId="77777777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466 l/h</w:t>
            </w:r>
          </w:p>
          <w:p w14:paraId="2CF2866F" w14:textId="2DFC1109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16,8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764D13">
              <w:rPr>
                <w:rFonts w:ascii="Poppins" w:hAnsi="Poppins" w:cs="Poppins"/>
              </w:rPr>
              <w:t>b.s</w:t>
            </w:r>
            <w:proofErr w:type="spellEnd"/>
            <w:r w:rsidRPr="00764D13">
              <w:rPr>
                <w:rFonts w:ascii="Poppins" w:hAnsi="Poppins" w:cs="Poppins"/>
              </w:rPr>
              <w:t xml:space="preserve">./19 °C </w:t>
            </w:r>
            <w:proofErr w:type="spellStart"/>
            <w:r w:rsidRPr="00764D13">
              <w:rPr>
                <w:rFonts w:ascii="Poppins" w:hAnsi="Poppins" w:cs="Poppins"/>
              </w:rPr>
              <w:t>b.u.</w:t>
            </w:r>
            <w:proofErr w:type="spellEnd"/>
            <w:r w:rsidRPr="00764D13">
              <w:rPr>
                <w:rFonts w:ascii="Poppins" w:hAnsi="Poppins" w:cs="Poppins"/>
              </w:rPr>
              <w:t>)</w:t>
            </w:r>
          </w:p>
          <w:p w14:paraId="6F1C176E" w14:textId="77777777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lastRenderedPageBreak/>
              <w:t xml:space="preserve">Potenza termica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2,75 (1,79- 2,99) kW</w:t>
            </w:r>
          </w:p>
          <w:p w14:paraId="23BBD644" w14:textId="77777777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514 l/h</w:t>
            </w:r>
          </w:p>
          <w:p w14:paraId="41366809" w14:textId="2D99BA4B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17,7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>(temperatura acqua 45/40 °C; temperatura aria 20 °C)</w:t>
            </w:r>
          </w:p>
          <w:p w14:paraId="5F41E707" w14:textId="77777777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med (min- max) 408 (212- 462) m3/h</w:t>
            </w:r>
          </w:p>
          <w:p w14:paraId="7E48D580" w14:textId="77777777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Pressione statica utile max 50 Pa</w:t>
            </w:r>
          </w:p>
          <w:p w14:paraId="4B338729" w14:textId="77777777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764D13">
              <w:rPr>
                <w:rFonts w:ascii="Poppins" w:hAnsi="Poppins" w:cs="Poppins"/>
                <w:color w:val="000000" w:themeColor="text1"/>
              </w:rPr>
              <w:t>N° ventilatori: 1</w:t>
            </w:r>
          </w:p>
          <w:p w14:paraId="12D50CE2" w14:textId="77777777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/Hz</w:t>
            </w:r>
          </w:p>
          <w:p w14:paraId="125BFD8A" w14:textId="77777777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Potenza massima assorbita 65 W</w:t>
            </w:r>
          </w:p>
          <w:p w14:paraId="6E1A5CE3" w14:textId="77777777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Corrente massima assorbita 0,45 A</w:t>
            </w:r>
          </w:p>
          <w:p w14:paraId="046A74CB" w14:textId="77777777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60 (43- 64)</w:t>
            </w:r>
            <w:r w:rsidRPr="00764D13">
              <w:rPr>
                <w:rFonts w:ascii="Poppins" w:hAnsi="Poppins" w:cs="Poppins"/>
              </w:rPr>
              <w:t xml:space="preserve"> dB(A)</w:t>
            </w:r>
          </w:p>
          <w:p w14:paraId="030F3AD5" w14:textId="40000A4C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764D13">
              <w:rPr>
                <w:rFonts w:ascii="Poppins" w:hAnsi="Poppins" w:cs="Poppins"/>
              </w:rPr>
              <w:t>med</w:t>
            </w:r>
            <w:proofErr w:type="spellEnd"/>
            <w:r w:rsidRPr="00764D13">
              <w:rPr>
                <w:rFonts w:ascii="Poppins" w:hAnsi="Poppins" w:cs="Poppins"/>
              </w:rPr>
              <w:t xml:space="preserve"> (min- max) 43 (26- 47) dB(A) - valori riferiti a fattore di direzionalità pari a 2 in campo chiuso, costante d’ambiente 300 m2 e distanza pari a 5 m</w:t>
            </w:r>
          </w:p>
          <w:p w14:paraId="7A50C1DC" w14:textId="77777777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) 600x450x215 mm</w:t>
            </w:r>
          </w:p>
          <w:p w14:paraId="072A15E1" w14:textId="77777777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Peso (senza plenum) 15 kg</w:t>
            </w:r>
          </w:p>
          <w:p w14:paraId="74961401" w14:textId="6E2C28D6" w:rsidR="002A35A1" w:rsidRPr="00764D13" w:rsidRDefault="002A35A1" w:rsidP="00764D13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B745EA" w:rsidRPr="00764D13">
              <w:rPr>
                <w:rFonts w:ascii="Poppins" w:hAnsi="Poppins" w:cs="Poppins"/>
                <w:color w:val="000000"/>
              </w:rPr>
              <w:t>1/2</w:t>
            </w:r>
            <w:r w:rsidRPr="00764D13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3C8A5E34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34CC3D7" w14:textId="675CE39B" w:rsidR="002A35A1" w:rsidRPr="002A35A1" w:rsidRDefault="002A35A1" w:rsidP="00764D13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Unità termoventilante UTV 25 AF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855E80" w14:paraId="58670E22" w14:textId="77777777" w:rsidTr="002A35A1">
        <w:tc>
          <w:tcPr>
            <w:tcW w:w="1377" w:type="dxa"/>
          </w:tcPr>
          <w:p w14:paraId="0602BAC3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lastRenderedPageBreak/>
              <w:t>07510943</w:t>
            </w:r>
          </w:p>
        </w:tc>
        <w:tc>
          <w:tcPr>
            <w:tcW w:w="2563" w:type="dxa"/>
          </w:tcPr>
          <w:p w14:paraId="31C37699" w14:textId="677FBAC7" w:rsidR="002A35A1" w:rsidRPr="002A35A1" w:rsidRDefault="00B745EA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Unità termoventilante</w:t>
            </w:r>
            <w:r w:rsidR="00764D13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A35A1" w:rsidRPr="002A35A1">
              <w:rPr>
                <w:rFonts w:ascii="Poppins" w:hAnsi="Poppins" w:cs="Poppins"/>
                <w:bCs/>
                <w:sz w:val="20"/>
              </w:rPr>
              <w:t>UTV 30 AF</w:t>
            </w:r>
          </w:p>
        </w:tc>
        <w:tc>
          <w:tcPr>
            <w:tcW w:w="5598" w:type="dxa"/>
          </w:tcPr>
          <w:p w14:paraId="32A9A86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Unità terminale (termoventilante) da incasso per installazione verticale a parete, con tecnologia DC-Inverter, con aspirazione aria frontale.</w:t>
            </w:r>
          </w:p>
          <w:p w14:paraId="31AEECB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1EBCB64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Motore a magneti permanenti ad alta efficienza, brushless, a regolazione di velocità e potenza mediante dispositivo elettronico PWM, con riduzione della rumorosità e dei consumi elettrici, con </w:t>
            </w:r>
            <w:r w:rsidRPr="002A35A1">
              <w:rPr>
                <w:rFonts w:ascii="Poppins" w:hAnsi="Poppins" w:cs="Poppins"/>
                <w:sz w:val="20"/>
              </w:rPr>
              <w:lastRenderedPageBreak/>
              <w:t>accoppiamento al/i gruppo/i ventilante/i con ventilatore centrifugo a doppia aspirazione, a pale curve avanti, in plastica, di ultima generazione.</w:t>
            </w:r>
          </w:p>
          <w:p w14:paraId="48AA5ED2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4B0476A1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0547DE40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Filtro aria in fibra acril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 xml:space="preserve">ica (classe di efficienza G3) e </w:t>
            </w:r>
            <w:r w:rsidRPr="002A35A1">
              <w:rPr>
                <w:rFonts w:ascii="Poppins" w:hAnsi="Poppins" w:cs="Poppins"/>
                <w:sz w:val="20"/>
              </w:rPr>
              <w:t>bacinelle raccolta condensa per installazione verticale.</w:t>
            </w:r>
          </w:p>
          <w:p w14:paraId="3125F5F9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85A1831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>Dati tecnici:</w:t>
            </w:r>
          </w:p>
          <w:p w14:paraId="535ED542" w14:textId="77777777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2,72 (2,24- 3,53) kW</w:t>
            </w:r>
          </w:p>
          <w:p w14:paraId="78282D6C" w14:textId="77777777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606 l/h</w:t>
            </w:r>
          </w:p>
          <w:p w14:paraId="5EA6B4B9" w14:textId="143CC588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20,0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764D13">
              <w:rPr>
                <w:rFonts w:ascii="Poppins" w:hAnsi="Poppins" w:cs="Poppins"/>
              </w:rPr>
              <w:t>b.s</w:t>
            </w:r>
            <w:proofErr w:type="spellEnd"/>
            <w:r w:rsidRPr="00764D13">
              <w:rPr>
                <w:rFonts w:ascii="Poppins" w:hAnsi="Poppins" w:cs="Poppins"/>
              </w:rPr>
              <w:t xml:space="preserve">./19 °C </w:t>
            </w:r>
            <w:proofErr w:type="spellStart"/>
            <w:r w:rsidRPr="00764D13">
              <w:rPr>
                <w:rFonts w:ascii="Poppins" w:hAnsi="Poppins" w:cs="Poppins"/>
              </w:rPr>
              <w:t>b.u.</w:t>
            </w:r>
            <w:proofErr w:type="spellEnd"/>
            <w:r w:rsidRPr="00764D13">
              <w:rPr>
                <w:rFonts w:ascii="Poppins" w:hAnsi="Poppins" w:cs="Poppins"/>
              </w:rPr>
              <w:t>)</w:t>
            </w:r>
          </w:p>
          <w:p w14:paraId="3C701518" w14:textId="77777777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2,90 (2,14- 3,82) kW</w:t>
            </w:r>
          </w:p>
          <w:p w14:paraId="32E6052C" w14:textId="77777777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657 l/h</w:t>
            </w:r>
          </w:p>
          <w:p w14:paraId="56CC1025" w14:textId="2AEF6D6D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20,4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>(temperatura acqua 45/40 °C; temperatura aria 20 °C)</w:t>
            </w:r>
          </w:p>
          <w:p w14:paraId="6D942E76" w14:textId="77777777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med (min- max) 399 (252- 607) m3/h</w:t>
            </w:r>
          </w:p>
          <w:p w14:paraId="68C74898" w14:textId="77777777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Pressione statica utile max 50 Pa</w:t>
            </w:r>
          </w:p>
          <w:p w14:paraId="4038E66E" w14:textId="77777777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764D13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61ECE36C" w14:textId="77777777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/Hz</w:t>
            </w:r>
          </w:p>
          <w:p w14:paraId="57DDA1CA" w14:textId="77777777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Potenza massima assorbita 85 W</w:t>
            </w:r>
          </w:p>
          <w:p w14:paraId="6C94B060" w14:textId="77777777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Corrente massima assorbita 0,55 A</w:t>
            </w:r>
          </w:p>
          <w:p w14:paraId="1F3F4598" w14:textId="77777777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51 (39- 62)</w:t>
            </w:r>
            <w:r w:rsidRPr="00764D13">
              <w:rPr>
                <w:rFonts w:ascii="Poppins" w:hAnsi="Poppins" w:cs="Poppins"/>
              </w:rPr>
              <w:t xml:space="preserve"> dB(A)</w:t>
            </w:r>
          </w:p>
          <w:p w14:paraId="595D8F4A" w14:textId="35D53098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764D13">
              <w:rPr>
                <w:rFonts w:ascii="Poppins" w:hAnsi="Poppins" w:cs="Poppins"/>
              </w:rPr>
              <w:t>med</w:t>
            </w:r>
            <w:proofErr w:type="spellEnd"/>
            <w:r w:rsidRPr="00764D13">
              <w:rPr>
                <w:rFonts w:ascii="Poppins" w:hAnsi="Poppins" w:cs="Poppins"/>
              </w:rPr>
              <w:t xml:space="preserve"> (min- max) 34 (22- 45) dB(A) - valori riferiti a fattore di direzionalità pari a 2 in campo chiuso, costante d’ambiente 300 m2 e distanza pari a 5 m</w:t>
            </w:r>
          </w:p>
          <w:p w14:paraId="754EF720" w14:textId="77777777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) 800x450x215 mm</w:t>
            </w:r>
          </w:p>
          <w:p w14:paraId="716B8061" w14:textId="77777777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lastRenderedPageBreak/>
              <w:t>Peso (senza plenum) 20 kg</w:t>
            </w:r>
          </w:p>
          <w:p w14:paraId="44290FE2" w14:textId="16DE8452" w:rsidR="002A35A1" w:rsidRPr="00764D13" w:rsidRDefault="002A35A1" w:rsidP="00764D13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B745EA" w:rsidRPr="00764D13">
              <w:rPr>
                <w:rFonts w:ascii="Poppins" w:hAnsi="Poppins" w:cs="Poppins"/>
                <w:color w:val="000000"/>
              </w:rPr>
              <w:t>1/2</w:t>
            </w:r>
            <w:r w:rsidRPr="00764D13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76533AA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1FED610" w14:textId="6C968C5C" w:rsidR="002A35A1" w:rsidRPr="002A35A1" w:rsidRDefault="002A35A1" w:rsidP="00764D13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Unità termoventilante UTV 30 AF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855E80" w14:paraId="4A53E457" w14:textId="77777777" w:rsidTr="002A35A1">
        <w:tc>
          <w:tcPr>
            <w:tcW w:w="1377" w:type="dxa"/>
          </w:tcPr>
          <w:p w14:paraId="049624F8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lastRenderedPageBreak/>
              <w:t>07510953</w:t>
            </w:r>
          </w:p>
        </w:tc>
        <w:tc>
          <w:tcPr>
            <w:tcW w:w="2563" w:type="dxa"/>
          </w:tcPr>
          <w:p w14:paraId="0F14DFD1" w14:textId="499C6142" w:rsidR="002A35A1" w:rsidRPr="002A35A1" w:rsidRDefault="00B745EA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Unità termoventilante</w:t>
            </w:r>
            <w:r w:rsidR="00764D13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A35A1" w:rsidRPr="002A35A1">
              <w:rPr>
                <w:rFonts w:ascii="Poppins" w:hAnsi="Poppins" w:cs="Poppins"/>
                <w:bCs/>
                <w:sz w:val="20"/>
              </w:rPr>
              <w:t>UTV 35 AF</w:t>
            </w:r>
          </w:p>
        </w:tc>
        <w:tc>
          <w:tcPr>
            <w:tcW w:w="5598" w:type="dxa"/>
          </w:tcPr>
          <w:p w14:paraId="2EDAFE5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Unità terminale (termoventilante) da incasso per installazione verticale a parete, con tecnologia DC-Inverter, con aspirazione aria frontale.</w:t>
            </w:r>
          </w:p>
          <w:p w14:paraId="225CFA6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63FFC36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65F7E270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71B6E05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0FC95AE6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Filtro aria in fibra acri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lica (classe di efficienza G3) e b</w:t>
            </w:r>
            <w:r w:rsidRPr="002A35A1">
              <w:rPr>
                <w:rFonts w:ascii="Poppins" w:hAnsi="Poppins" w:cs="Poppins"/>
                <w:sz w:val="20"/>
              </w:rPr>
              <w:t>acinelle raccolta condensa per installazione verticale.</w:t>
            </w:r>
          </w:p>
          <w:p w14:paraId="3AB0F59C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1CB2329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>Dati tecnici:</w:t>
            </w:r>
          </w:p>
          <w:p w14:paraId="5910AC4B" w14:textId="77777777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3,08 (2,43- 3,82) kW</w:t>
            </w:r>
          </w:p>
          <w:p w14:paraId="6FAE8F43" w14:textId="77777777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656 l/h</w:t>
            </w:r>
          </w:p>
          <w:p w14:paraId="1BE02ECD" w14:textId="23CE06FB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lastRenderedPageBreak/>
              <w:t xml:space="preserve">Perdita di carico max velocità 19,5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764D13">
              <w:rPr>
                <w:rFonts w:ascii="Poppins" w:hAnsi="Poppins" w:cs="Poppins"/>
              </w:rPr>
              <w:t>b.s</w:t>
            </w:r>
            <w:proofErr w:type="spellEnd"/>
            <w:r w:rsidRPr="00764D13">
              <w:rPr>
                <w:rFonts w:ascii="Poppins" w:hAnsi="Poppins" w:cs="Poppins"/>
              </w:rPr>
              <w:t xml:space="preserve">./19 °C </w:t>
            </w:r>
            <w:proofErr w:type="spellStart"/>
            <w:r w:rsidRPr="00764D13">
              <w:rPr>
                <w:rFonts w:ascii="Poppins" w:hAnsi="Poppins" w:cs="Poppins"/>
              </w:rPr>
              <w:t>b.u.</w:t>
            </w:r>
            <w:proofErr w:type="spellEnd"/>
            <w:r w:rsidRPr="00764D13">
              <w:rPr>
                <w:rFonts w:ascii="Poppins" w:hAnsi="Poppins" w:cs="Poppins"/>
              </w:rPr>
              <w:t>)</w:t>
            </w:r>
          </w:p>
          <w:p w14:paraId="02703090" w14:textId="77777777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3,35 (2,36- 4,21) kW</w:t>
            </w:r>
          </w:p>
          <w:p w14:paraId="2503BFBC" w14:textId="77777777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724 l/h</w:t>
            </w:r>
          </w:p>
          <w:p w14:paraId="5F4DEBE3" w14:textId="17305703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20,6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>(temperatura acqua 45/40 °C; temperatura aria 20 °C)</w:t>
            </w:r>
          </w:p>
          <w:p w14:paraId="4B5F5056" w14:textId="77777777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med (min- max) 429 (252- 605) m3/h</w:t>
            </w:r>
          </w:p>
          <w:p w14:paraId="2299CA29" w14:textId="77777777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Pressione statica utile max 50 Pa</w:t>
            </w:r>
          </w:p>
          <w:p w14:paraId="00ED5559" w14:textId="77777777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764D13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2BEFF1A1" w14:textId="77777777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/Hz</w:t>
            </w:r>
          </w:p>
          <w:p w14:paraId="2F156D1B" w14:textId="77777777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Potenza massima assorbita 85 W</w:t>
            </w:r>
          </w:p>
          <w:p w14:paraId="64076BF3" w14:textId="77777777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Corrente massima assorbita 0,55 A</w:t>
            </w:r>
          </w:p>
          <w:p w14:paraId="0BC5483F" w14:textId="77777777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53 (39- 62)</w:t>
            </w:r>
            <w:r w:rsidRPr="00764D13">
              <w:rPr>
                <w:rFonts w:ascii="Poppins" w:hAnsi="Poppins" w:cs="Poppins"/>
              </w:rPr>
              <w:t xml:space="preserve"> dB(A)</w:t>
            </w:r>
          </w:p>
          <w:p w14:paraId="2A715787" w14:textId="1DC56AC2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764D13">
              <w:rPr>
                <w:rFonts w:ascii="Poppins" w:hAnsi="Poppins" w:cs="Poppins"/>
              </w:rPr>
              <w:t>med</w:t>
            </w:r>
            <w:proofErr w:type="spellEnd"/>
            <w:r w:rsidRPr="00764D13">
              <w:rPr>
                <w:rFonts w:ascii="Poppins" w:hAnsi="Poppins" w:cs="Poppins"/>
              </w:rPr>
              <w:t xml:space="preserve"> (min- max) 36 (22- 45) dB(A) - valori riferiti a fattore di direzionalità pari a 2 in campo chiuso, costante d’ambiente 300 m2 e distanza pari a 5 m</w:t>
            </w:r>
          </w:p>
          <w:p w14:paraId="5937AA30" w14:textId="77777777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) 800x450x215 mm</w:t>
            </w:r>
          </w:p>
          <w:p w14:paraId="4788CC9A" w14:textId="77777777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Peso (senza plenum) 21 kg</w:t>
            </w:r>
          </w:p>
          <w:p w14:paraId="661E0FA0" w14:textId="5B369367" w:rsidR="002A35A1" w:rsidRPr="00764D13" w:rsidRDefault="002A35A1" w:rsidP="00764D13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B745EA" w:rsidRPr="00764D13">
              <w:rPr>
                <w:rFonts w:ascii="Poppins" w:hAnsi="Poppins" w:cs="Poppins"/>
                <w:color w:val="000000"/>
              </w:rPr>
              <w:t>1/2</w:t>
            </w:r>
            <w:r w:rsidRPr="00764D13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2A4A6B9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40EE42A" w14:textId="471815F6" w:rsidR="002A35A1" w:rsidRPr="002A35A1" w:rsidRDefault="002A35A1" w:rsidP="00764D13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Unità termoventilante UTV 35 AF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4A6515" w14:paraId="1A4F1ED8" w14:textId="77777777" w:rsidTr="002A35A1">
        <w:tc>
          <w:tcPr>
            <w:tcW w:w="1377" w:type="dxa"/>
          </w:tcPr>
          <w:p w14:paraId="0F6BC995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lastRenderedPageBreak/>
              <w:t>07510963</w:t>
            </w:r>
          </w:p>
        </w:tc>
        <w:tc>
          <w:tcPr>
            <w:tcW w:w="2563" w:type="dxa"/>
          </w:tcPr>
          <w:p w14:paraId="352102CA" w14:textId="673D0148" w:rsidR="002A35A1" w:rsidRPr="002A35A1" w:rsidRDefault="00B745EA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Unità termoventilante</w:t>
            </w:r>
            <w:r w:rsidR="00764D13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A35A1" w:rsidRPr="002A35A1">
              <w:rPr>
                <w:rFonts w:ascii="Poppins" w:hAnsi="Poppins" w:cs="Poppins"/>
                <w:bCs/>
                <w:sz w:val="20"/>
              </w:rPr>
              <w:t>UTV 40 AF</w:t>
            </w:r>
          </w:p>
        </w:tc>
        <w:tc>
          <w:tcPr>
            <w:tcW w:w="5598" w:type="dxa"/>
          </w:tcPr>
          <w:p w14:paraId="4E74D8E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Unità terminale (termoventilante) da incasso per installazione verticale a parete, con tecnologia DC-Inverter, con aspirazione aria frontale.</w:t>
            </w:r>
          </w:p>
          <w:p w14:paraId="73B2B1E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295F8811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50F3C0FA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323F17A1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397A490A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Filtro aria in fibra acril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ica (classe di efficienza G3) e</w:t>
            </w:r>
            <w:r w:rsidRPr="002A35A1">
              <w:rPr>
                <w:rFonts w:ascii="Poppins" w:hAnsi="Poppins" w:cs="Poppins"/>
                <w:sz w:val="20"/>
              </w:rPr>
              <w:t xml:space="preserve"> bacinelle raccolta condensa per installazione verticale.</w:t>
            </w:r>
          </w:p>
          <w:p w14:paraId="2350DE66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7070B9C1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>Dati tecnici:</w:t>
            </w:r>
          </w:p>
          <w:p w14:paraId="2F9324FD" w14:textId="77777777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4,04 (2,92- 4,48) kW</w:t>
            </w:r>
          </w:p>
          <w:p w14:paraId="3AFECBC3" w14:textId="77777777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771 l/h</w:t>
            </w:r>
          </w:p>
          <w:p w14:paraId="1972841F" w14:textId="42FA6555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16,2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764D13">
              <w:rPr>
                <w:rFonts w:ascii="Poppins" w:hAnsi="Poppins" w:cs="Poppins"/>
              </w:rPr>
              <w:t>b.s</w:t>
            </w:r>
            <w:proofErr w:type="spellEnd"/>
            <w:r w:rsidRPr="00764D13">
              <w:rPr>
                <w:rFonts w:ascii="Poppins" w:hAnsi="Poppins" w:cs="Poppins"/>
              </w:rPr>
              <w:t xml:space="preserve">./19 °C </w:t>
            </w:r>
            <w:proofErr w:type="spellStart"/>
            <w:r w:rsidRPr="00764D13">
              <w:rPr>
                <w:rFonts w:ascii="Poppins" w:hAnsi="Poppins" w:cs="Poppins"/>
              </w:rPr>
              <w:t>b.u.</w:t>
            </w:r>
            <w:proofErr w:type="spellEnd"/>
            <w:r w:rsidRPr="00764D13">
              <w:rPr>
                <w:rFonts w:ascii="Poppins" w:hAnsi="Poppins" w:cs="Poppins"/>
              </w:rPr>
              <w:t>)</w:t>
            </w:r>
          </w:p>
          <w:p w14:paraId="594351E8" w14:textId="77777777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4,31 (2,77- 4,81) kW</w:t>
            </w:r>
          </w:p>
          <w:p w14:paraId="06AA176A" w14:textId="77777777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827 l/h</w:t>
            </w:r>
          </w:p>
          <w:p w14:paraId="27CA0149" w14:textId="44776131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16,2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>(temperatura acqua 45/40 °C; temperatura aria 20 °C)</w:t>
            </w:r>
          </w:p>
          <w:p w14:paraId="0BA00C76" w14:textId="77777777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med (min- max) 605 (310- 715) m3/h</w:t>
            </w:r>
          </w:p>
          <w:p w14:paraId="160AD486" w14:textId="77777777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Pressione statica utile max 50 Pa</w:t>
            </w:r>
          </w:p>
          <w:p w14:paraId="3887E15C" w14:textId="77777777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764D13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4FDD679A" w14:textId="77777777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/Hz</w:t>
            </w:r>
          </w:p>
          <w:p w14:paraId="7BDC6F56" w14:textId="77777777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Potenza massima assorbita 90 W</w:t>
            </w:r>
          </w:p>
          <w:p w14:paraId="52A821C3" w14:textId="77777777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Corrente massima assorbita 0,55 A</w:t>
            </w:r>
          </w:p>
          <w:p w14:paraId="172428DC" w14:textId="77777777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59 (41- 63)</w:t>
            </w:r>
            <w:r w:rsidRPr="00764D13">
              <w:rPr>
                <w:rFonts w:ascii="Poppins" w:hAnsi="Poppins" w:cs="Poppins"/>
              </w:rPr>
              <w:t xml:space="preserve"> dB(A)</w:t>
            </w:r>
          </w:p>
          <w:p w14:paraId="61402C6D" w14:textId="38A8574C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lastRenderedPageBreak/>
              <w:t xml:space="preserve">Livello di pressione sonora </w:t>
            </w:r>
            <w:proofErr w:type="spellStart"/>
            <w:r w:rsidRPr="00764D13">
              <w:rPr>
                <w:rFonts w:ascii="Poppins" w:hAnsi="Poppins" w:cs="Poppins"/>
              </w:rPr>
              <w:t>med</w:t>
            </w:r>
            <w:proofErr w:type="spellEnd"/>
            <w:r w:rsidRPr="00764D13">
              <w:rPr>
                <w:rFonts w:ascii="Poppins" w:hAnsi="Poppins" w:cs="Poppins"/>
              </w:rPr>
              <w:t xml:space="preserve"> (min- max) 42 (24- 46) dB(A) - valori riferiti a fattore di direzionalità pari a 2 in campo chiuso, costante d’ambiente 300 m2 e distanza pari a 5 m</w:t>
            </w:r>
          </w:p>
          <w:p w14:paraId="75F54DC0" w14:textId="77777777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) 1000x450x215 mm</w:t>
            </w:r>
          </w:p>
          <w:p w14:paraId="5EB4BE20" w14:textId="77777777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Peso (senza plenum) 24 kg</w:t>
            </w:r>
          </w:p>
          <w:p w14:paraId="56EEC9BC" w14:textId="63027D61" w:rsidR="002A35A1" w:rsidRPr="00764D13" w:rsidRDefault="002A35A1" w:rsidP="00764D13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B745EA" w:rsidRPr="00764D13">
              <w:rPr>
                <w:rFonts w:ascii="Poppins" w:hAnsi="Poppins" w:cs="Poppins"/>
                <w:color w:val="000000"/>
              </w:rPr>
              <w:t>1/2</w:t>
            </w:r>
            <w:r w:rsidRPr="00764D13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21BE11A8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3B82423" w14:textId="21C61A48" w:rsidR="002A35A1" w:rsidRPr="002A35A1" w:rsidRDefault="002A35A1" w:rsidP="00764D13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Unità termoventilante UTV 40 AF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4A6515" w14:paraId="0BEAD05F" w14:textId="77777777" w:rsidTr="002A35A1">
        <w:tc>
          <w:tcPr>
            <w:tcW w:w="1377" w:type="dxa"/>
          </w:tcPr>
          <w:p w14:paraId="685F0CEC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lastRenderedPageBreak/>
              <w:t>07510973</w:t>
            </w:r>
          </w:p>
        </w:tc>
        <w:tc>
          <w:tcPr>
            <w:tcW w:w="2563" w:type="dxa"/>
          </w:tcPr>
          <w:p w14:paraId="217FAC60" w14:textId="50ABD6BE" w:rsidR="002A35A1" w:rsidRPr="002A35A1" w:rsidRDefault="00B745EA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Unità termoventilante</w:t>
            </w:r>
            <w:r w:rsidR="00764D13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A35A1" w:rsidRPr="002A35A1">
              <w:rPr>
                <w:rFonts w:ascii="Poppins" w:hAnsi="Poppins" w:cs="Poppins"/>
                <w:bCs/>
                <w:sz w:val="20"/>
              </w:rPr>
              <w:t>UTV 45 AF</w:t>
            </w:r>
          </w:p>
        </w:tc>
        <w:tc>
          <w:tcPr>
            <w:tcW w:w="5598" w:type="dxa"/>
          </w:tcPr>
          <w:p w14:paraId="3A04B54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Unità terminale (termoventilante) da incasso per installazione verticale a parete, con tecnologia DC-Inverter, con aspirazione aria frontale.</w:t>
            </w:r>
          </w:p>
          <w:p w14:paraId="61AADC1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Predisposta per il collegamento con termostato ambiente (fornito separatamente) TAM-15 (digitale), con uscite 0-10 V, per controllo temperatura ambiente, velocità ventilatore, modalità di funzionamento, etc. oppure con il sistema digitale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IdroLAN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(fornito separatamente) per il controllo e la gestione completa, singola o centralizzata, della stessa unità terminale ad aria.</w:t>
            </w:r>
          </w:p>
          <w:p w14:paraId="72CAA896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Motore a magneti permanenti ad alta efficienza, brushless, a regolazione di velocità e potenza mediante dispositivo elettronico PWM, con riduzione della rumorosità e dei consumi elettrici, con accoppiamento al/i gruppo/i ventilante/i con ventilatore centrifugo a doppia aspirazione, a pale curve avanti, in plastica, di ultima generazione.</w:t>
            </w:r>
          </w:p>
          <w:p w14:paraId="63B265D8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>, ad alta efficienza, con possibilità di rotazione sx-dx. Valvole di sfiato manuali.</w:t>
            </w:r>
          </w:p>
          <w:p w14:paraId="4DFA0A4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Struttura portante in lamiera zincata, ad alto spessore con fori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pretranciati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e asole per il fissaggio, completa di isolamento termoacustico.</w:t>
            </w:r>
          </w:p>
          <w:p w14:paraId="0C69147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Filtro aria in fibra acrilica (classe di efficienza G3) e b</w:t>
            </w:r>
            <w:r w:rsidRPr="002A35A1">
              <w:rPr>
                <w:rFonts w:ascii="Poppins" w:hAnsi="Poppins" w:cs="Poppins"/>
                <w:sz w:val="20"/>
              </w:rPr>
              <w:t>acinelle raccolta condensa per installazione verticale.</w:t>
            </w:r>
          </w:p>
          <w:p w14:paraId="36430ECB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459B5B5C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>Dati tecnici:</w:t>
            </w:r>
          </w:p>
          <w:p w14:paraId="740CBB8D" w14:textId="77777777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lastRenderedPageBreak/>
              <w:t xml:space="preserve">Potenza frigorifera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4,70 (3,29- 5,06) kW</w:t>
            </w:r>
          </w:p>
          <w:p w14:paraId="2783F5FA" w14:textId="77777777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870 l/h</w:t>
            </w:r>
          </w:p>
          <w:p w14:paraId="2FE6A7CB" w14:textId="7CFD361B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16,8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764D13">
              <w:rPr>
                <w:rFonts w:ascii="Poppins" w:hAnsi="Poppins" w:cs="Poppins"/>
              </w:rPr>
              <w:t>b.s</w:t>
            </w:r>
            <w:proofErr w:type="spellEnd"/>
            <w:r w:rsidRPr="00764D13">
              <w:rPr>
                <w:rFonts w:ascii="Poppins" w:hAnsi="Poppins" w:cs="Poppins"/>
              </w:rPr>
              <w:t xml:space="preserve">./19 °C </w:t>
            </w:r>
            <w:proofErr w:type="spellStart"/>
            <w:r w:rsidRPr="00764D13">
              <w:rPr>
                <w:rFonts w:ascii="Poppins" w:hAnsi="Poppins" w:cs="Poppins"/>
              </w:rPr>
              <w:t>b.u.</w:t>
            </w:r>
            <w:proofErr w:type="spellEnd"/>
            <w:r w:rsidRPr="00764D13">
              <w:rPr>
                <w:rFonts w:ascii="Poppins" w:hAnsi="Poppins" w:cs="Poppins"/>
              </w:rPr>
              <w:t>)</w:t>
            </w:r>
          </w:p>
          <w:p w14:paraId="3EBFF1EF" w14:textId="77777777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4,78 (2,98- 5,16) kW</w:t>
            </w:r>
          </w:p>
          <w:p w14:paraId="64B139D6" w14:textId="77777777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Portata d’acqua max velocità 888 l/h</w:t>
            </w:r>
          </w:p>
          <w:p w14:paraId="12E1C22F" w14:textId="58D37520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Perdita di carico max velocità 15,2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764D13" w:rsidRPr="00764D13">
              <w:rPr>
                <w:rFonts w:ascii="Poppins" w:hAnsi="Poppins" w:cs="Poppins"/>
                <w:color w:val="000000"/>
              </w:rPr>
              <w:t xml:space="preserve"> </w:t>
            </w:r>
            <w:r w:rsidRPr="00764D13">
              <w:rPr>
                <w:rFonts w:ascii="Poppins" w:hAnsi="Poppins" w:cs="Poppins"/>
              </w:rPr>
              <w:t>(temperatura acqua 45/40 °C; temperatura aria 20 °C)</w:t>
            </w:r>
          </w:p>
          <w:p w14:paraId="79E337F3" w14:textId="77777777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764D13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764D13">
              <w:rPr>
                <w:rFonts w:ascii="Poppins" w:hAnsi="Poppins" w:cs="Poppins"/>
                <w:color w:val="000000"/>
                <w:lang w:val="sv-SE"/>
              </w:rPr>
              <w:t xml:space="preserve"> med (min- max) 636 (310- 715) m3/h</w:t>
            </w:r>
          </w:p>
          <w:p w14:paraId="1CE64BEE" w14:textId="77777777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Pressione statica utile max 50 Pa</w:t>
            </w:r>
          </w:p>
          <w:p w14:paraId="49FBBD9B" w14:textId="77777777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</w:rPr>
            </w:pPr>
            <w:r w:rsidRPr="00764D13">
              <w:rPr>
                <w:rFonts w:ascii="Poppins" w:hAnsi="Poppins" w:cs="Poppins"/>
                <w:color w:val="000000" w:themeColor="text1"/>
              </w:rPr>
              <w:t>N° ventilatori: 2</w:t>
            </w:r>
          </w:p>
          <w:p w14:paraId="59A5BC79" w14:textId="77777777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Tensione alimentazione 230/1/50 V/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/Hz</w:t>
            </w:r>
          </w:p>
          <w:p w14:paraId="463C4DA4" w14:textId="77777777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Potenza massima assorbita 90 W</w:t>
            </w:r>
          </w:p>
          <w:p w14:paraId="127B64B2" w14:textId="77777777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Corrente massima assorbita 0,55 A</w:t>
            </w:r>
          </w:p>
          <w:p w14:paraId="22D2CB85" w14:textId="77777777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 xml:space="preserve"> (min- max) 60 (41- 63)</w:t>
            </w:r>
            <w:r w:rsidRPr="00764D13">
              <w:rPr>
                <w:rFonts w:ascii="Poppins" w:hAnsi="Poppins" w:cs="Poppins"/>
              </w:rPr>
              <w:t xml:space="preserve"> dB(A)</w:t>
            </w:r>
          </w:p>
          <w:p w14:paraId="0BD67267" w14:textId="6BB35827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64D13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764D13">
              <w:rPr>
                <w:rFonts w:ascii="Poppins" w:hAnsi="Poppins" w:cs="Poppins"/>
              </w:rPr>
              <w:t>med</w:t>
            </w:r>
            <w:proofErr w:type="spellEnd"/>
            <w:r w:rsidRPr="00764D13">
              <w:rPr>
                <w:rFonts w:ascii="Poppins" w:hAnsi="Poppins" w:cs="Poppins"/>
              </w:rPr>
              <w:t xml:space="preserve"> (min- max) 43 (24- 46) dB(A) - valori riferiti a fattore di direzionalità pari a 2 in campo chiuso, costante d’ambiente 300 m2 e distanza pari a 5 m</w:t>
            </w:r>
          </w:p>
          <w:p w14:paraId="3CEF9F07" w14:textId="77777777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764D13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764D13">
              <w:rPr>
                <w:rFonts w:ascii="Poppins" w:hAnsi="Poppins" w:cs="Poppins"/>
                <w:color w:val="000000"/>
              </w:rPr>
              <w:t>) 1000x450x215 mm</w:t>
            </w:r>
          </w:p>
          <w:p w14:paraId="4FB49F91" w14:textId="77777777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>Peso (senza plenum) 25 kg</w:t>
            </w:r>
          </w:p>
          <w:p w14:paraId="5F5A5737" w14:textId="5A3B9CAB" w:rsidR="002A35A1" w:rsidRPr="00764D13" w:rsidRDefault="002A35A1" w:rsidP="00764D13">
            <w:pPr>
              <w:pStyle w:val="Paragrafoelenco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64D13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B745EA" w:rsidRPr="00764D13">
              <w:rPr>
                <w:rFonts w:ascii="Poppins" w:hAnsi="Poppins" w:cs="Poppins"/>
                <w:color w:val="000000"/>
              </w:rPr>
              <w:t>1/2</w:t>
            </w:r>
            <w:r w:rsidRPr="00764D13">
              <w:rPr>
                <w:rFonts w:ascii="Poppins" w:hAnsi="Poppins" w:cs="Poppins"/>
                <w:color w:val="000000"/>
              </w:rPr>
              <w:t>” F, di serie a sinistra</w:t>
            </w:r>
          </w:p>
          <w:p w14:paraId="27D0B52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CC20FF5" w14:textId="1D9004A8" w:rsidR="002A35A1" w:rsidRPr="002A35A1" w:rsidRDefault="002A35A1" w:rsidP="00764D13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Unità termoventilante UTV 45 AF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14:paraId="6F5617F3" w14:textId="77777777" w:rsidTr="002A35A1">
        <w:tc>
          <w:tcPr>
            <w:tcW w:w="1377" w:type="dxa"/>
          </w:tcPr>
          <w:p w14:paraId="4A487FFD" w14:textId="77777777" w:rsidR="002A35A1" w:rsidRPr="002A35A1" w:rsidRDefault="002A35A1" w:rsidP="008D25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07514160</w:t>
            </w:r>
          </w:p>
        </w:tc>
        <w:tc>
          <w:tcPr>
            <w:tcW w:w="2563" w:type="dxa"/>
          </w:tcPr>
          <w:p w14:paraId="5A62DE95" w14:textId="77777777" w:rsidR="002A35A1" w:rsidRPr="002A35A1" w:rsidRDefault="002A35A1" w:rsidP="008D257E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Bacinella ausiliaria</w:t>
            </w:r>
          </w:p>
          <w:p w14:paraId="1E01D385" w14:textId="77777777" w:rsidR="002A35A1" w:rsidRPr="002A35A1" w:rsidRDefault="002A35A1" w:rsidP="008D257E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BV</w:t>
            </w:r>
          </w:p>
        </w:tc>
        <w:tc>
          <w:tcPr>
            <w:tcW w:w="5598" w:type="dxa"/>
          </w:tcPr>
          <w:p w14:paraId="471C638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Bacinella ausiliaria, in plastica, per l’installazione dell’unità terminale verticale UTV, a parete.</w:t>
            </w:r>
          </w:p>
          <w:p w14:paraId="27239740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B6E3E3B" w14:textId="1BCDD50A" w:rsidR="002A35A1" w:rsidRPr="002A35A1" w:rsidRDefault="002A35A1" w:rsidP="00764D13">
            <w:pPr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Bacinella ausiliaria BV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14:paraId="67175670" w14:textId="77777777" w:rsidTr="002A35A1">
        <w:tc>
          <w:tcPr>
            <w:tcW w:w="1377" w:type="dxa"/>
          </w:tcPr>
          <w:p w14:paraId="54E1C029" w14:textId="77777777" w:rsidR="002A35A1" w:rsidRPr="002A35A1" w:rsidRDefault="002A35A1" w:rsidP="008D25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07514175</w:t>
            </w:r>
          </w:p>
        </w:tc>
        <w:tc>
          <w:tcPr>
            <w:tcW w:w="2563" w:type="dxa"/>
          </w:tcPr>
          <w:p w14:paraId="7395BA89" w14:textId="77777777" w:rsidR="002A35A1" w:rsidRPr="002A35A1" w:rsidRDefault="002A35A1" w:rsidP="008D257E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Bacinella ausiliaria</w:t>
            </w:r>
          </w:p>
          <w:p w14:paraId="52220B36" w14:textId="77777777" w:rsidR="002A35A1" w:rsidRPr="002A35A1" w:rsidRDefault="002A35A1" w:rsidP="008D257E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BO</w:t>
            </w:r>
          </w:p>
        </w:tc>
        <w:tc>
          <w:tcPr>
            <w:tcW w:w="5598" w:type="dxa"/>
          </w:tcPr>
          <w:p w14:paraId="7F14F0C1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Bacinella ausiliaria, in plastica, per l’installazione dell’unità terminale orizzontale UTO, a soffitto.</w:t>
            </w:r>
          </w:p>
          <w:p w14:paraId="616509A8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C306172" w14:textId="431B6BA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Bacinella ausiliaria BO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71738C" w14:paraId="67A953DE" w14:textId="77777777" w:rsidTr="002A35A1">
        <w:tc>
          <w:tcPr>
            <w:tcW w:w="1377" w:type="dxa"/>
          </w:tcPr>
          <w:p w14:paraId="055BE2A1" w14:textId="77777777" w:rsidR="002A35A1" w:rsidRPr="002A35A1" w:rsidRDefault="002A35A1" w:rsidP="008D25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07514110</w:t>
            </w:r>
          </w:p>
        </w:tc>
        <w:tc>
          <w:tcPr>
            <w:tcW w:w="2563" w:type="dxa"/>
          </w:tcPr>
          <w:p w14:paraId="3111E918" w14:textId="77777777" w:rsidR="002A35A1" w:rsidRPr="002A35A1" w:rsidRDefault="002A35A1" w:rsidP="008D257E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Kit valvola motorizzata a 3 vie</w:t>
            </w:r>
          </w:p>
          <w:p w14:paraId="172816D0" w14:textId="77777777" w:rsidR="002A35A1" w:rsidRPr="002A35A1" w:rsidRDefault="002A35A1" w:rsidP="008D257E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KEV2</w:t>
            </w:r>
          </w:p>
        </w:tc>
        <w:tc>
          <w:tcPr>
            <w:tcW w:w="5598" w:type="dxa"/>
          </w:tcPr>
          <w:p w14:paraId="77FFDBE9" w14:textId="77777777" w:rsidR="002A35A1" w:rsidRPr="002A35A1" w:rsidRDefault="002A35A1" w:rsidP="00764D13">
            <w:pPr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Kit valvola motorizzata a 3 vie, per impianto a 2 tubi, per ventilconvettori SILENCE MV, MO, IV, IVO, IVP e IVPD.</w:t>
            </w:r>
          </w:p>
          <w:p w14:paraId="2DA47C3F" w14:textId="77777777" w:rsidR="002A35A1" w:rsidRPr="002A35A1" w:rsidRDefault="002A35A1" w:rsidP="00764D13">
            <w:pPr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Costituito da valvola a 3 vie da ¾” con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Kvs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>= 2,5; servocomando elettrotermico NC, 230 Vac-50 Hz e kit tubi rame e raccordi.</w:t>
            </w:r>
          </w:p>
          <w:p w14:paraId="1A3F4771" w14:textId="5F77602A" w:rsidR="002A35A1" w:rsidRPr="002A35A1" w:rsidRDefault="002A35A1" w:rsidP="00764D13">
            <w:pPr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Terminali con girello F </w:t>
            </w:r>
            <w:r w:rsidR="00B745EA">
              <w:rPr>
                <w:rFonts w:ascii="Poppins" w:hAnsi="Poppins" w:cs="Poppins"/>
                <w:sz w:val="20"/>
              </w:rPr>
              <w:t>1/2</w:t>
            </w:r>
            <w:r w:rsidRPr="002A35A1">
              <w:rPr>
                <w:rFonts w:ascii="Poppins" w:hAnsi="Poppins" w:cs="Poppins"/>
                <w:sz w:val="20"/>
              </w:rPr>
              <w:t>”.</w:t>
            </w:r>
          </w:p>
          <w:p w14:paraId="08A489A1" w14:textId="77777777" w:rsidR="002A35A1" w:rsidRPr="002A35A1" w:rsidRDefault="002A35A1" w:rsidP="00764D1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409538" w14:textId="58304C59" w:rsidR="002A35A1" w:rsidRPr="002A35A1" w:rsidRDefault="002A35A1" w:rsidP="00764D1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Kit valvola motorizzata a 3 vie KEV2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36E12C83" w14:textId="77777777" w:rsidTr="002A35A1">
        <w:tc>
          <w:tcPr>
            <w:tcW w:w="1377" w:type="dxa"/>
          </w:tcPr>
          <w:p w14:paraId="66035346" w14:textId="77777777" w:rsidR="002A35A1" w:rsidRPr="002A35A1" w:rsidRDefault="002A35A1" w:rsidP="008D25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07245210</w:t>
            </w:r>
          </w:p>
        </w:tc>
        <w:tc>
          <w:tcPr>
            <w:tcW w:w="2563" w:type="dxa"/>
          </w:tcPr>
          <w:p w14:paraId="289E864A" w14:textId="77777777" w:rsidR="002A35A1" w:rsidRPr="002A35A1" w:rsidRDefault="002A35A1" w:rsidP="008D257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Sonda temperatura acqua/ aria</w:t>
            </w:r>
          </w:p>
        </w:tc>
        <w:tc>
          <w:tcPr>
            <w:tcW w:w="5598" w:type="dxa"/>
          </w:tcPr>
          <w:p w14:paraId="649280E6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 xml:space="preserve">Sonda NTC (10 </w:t>
            </w:r>
            <w:proofErr w:type="spellStart"/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kOhm</w:t>
            </w:r>
            <w:proofErr w:type="spellEnd"/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) temperatura acqua/ aria con cavo lunghezza 1,5 m, per abbinamento a comando TAM-15.</w:t>
            </w:r>
          </w:p>
          <w:p w14:paraId="6367E45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</w:p>
          <w:p w14:paraId="23B020A5" w14:textId="74509C87" w:rsidR="002A35A1" w:rsidRPr="002A35A1" w:rsidRDefault="002A35A1" w:rsidP="00764D13">
            <w:pPr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color w:val="000000" w:themeColor="text1"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– Modello Sonda temperatura acqua/ aria o </w:t>
            </w:r>
            <w:r w:rsidR="004575AC">
              <w:rPr>
                <w:rFonts w:ascii="Poppins" w:hAnsi="Poppins" w:cs="Poppins"/>
                <w:b/>
                <w:color w:val="000000" w:themeColor="text1"/>
                <w:sz w:val="20"/>
              </w:rPr>
              <w:t>equivalente.</w:t>
            </w:r>
          </w:p>
        </w:tc>
      </w:tr>
      <w:tr w:rsidR="002A35A1" w:rsidRPr="00B12348" w14:paraId="29B2CB10" w14:textId="77777777" w:rsidTr="002A35A1">
        <w:tc>
          <w:tcPr>
            <w:tcW w:w="1377" w:type="dxa"/>
          </w:tcPr>
          <w:p w14:paraId="77757DDF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07909113</w:t>
            </w:r>
          </w:p>
        </w:tc>
        <w:tc>
          <w:tcPr>
            <w:tcW w:w="2563" w:type="dxa"/>
          </w:tcPr>
          <w:p w14:paraId="716ABD82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Pompa di scarico condensa “modello Split”</w:t>
            </w:r>
          </w:p>
        </w:tc>
        <w:tc>
          <w:tcPr>
            <w:tcW w:w="5598" w:type="dxa"/>
          </w:tcPr>
          <w:p w14:paraId="26F51AD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Pompa di scarico condensa “modello Split”.</w:t>
            </w:r>
          </w:p>
          <w:p w14:paraId="24137243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Portata max 15 l/h</w:t>
            </w:r>
          </w:p>
          <w:p w14:paraId="19134B1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Tensione di alimentazione 220-240 </w:t>
            </w:r>
            <w:proofErr w:type="spellStart"/>
            <w:r w:rsidRPr="002A35A1">
              <w:rPr>
                <w:rFonts w:ascii="Poppins" w:hAnsi="Poppins" w:cs="Poppins"/>
                <w:sz w:val="20"/>
              </w:rPr>
              <w:t>Vac</w:t>
            </w:r>
            <w:proofErr w:type="spellEnd"/>
            <w:r w:rsidRPr="002A35A1">
              <w:rPr>
                <w:rFonts w:ascii="Poppins" w:hAnsi="Poppins" w:cs="Poppins"/>
                <w:sz w:val="20"/>
              </w:rPr>
              <w:t xml:space="preserve"> – 50/60 Hz</w:t>
            </w:r>
          </w:p>
          <w:p w14:paraId="143531B0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Potenza elettrica assorbita 19 W</w:t>
            </w:r>
          </w:p>
          <w:p w14:paraId="57BFEF7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Dislivello max: aspirazione 2 m; mandata 10 m;</w:t>
            </w:r>
          </w:p>
          <w:p w14:paraId="7952DA2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Grado di protezione IP64</w:t>
            </w:r>
          </w:p>
          <w:p w14:paraId="7A89261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Temperatura di esercizio: da 5 a 45 °C.</w:t>
            </w:r>
          </w:p>
          <w:p w14:paraId="7A886693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DD40438" w14:textId="1E643904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Pompa di scarico condensa “modello Split”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5ED219E4" w14:textId="77777777" w:rsidTr="002A35A1">
        <w:tc>
          <w:tcPr>
            <w:tcW w:w="1377" w:type="dxa"/>
          </w:tcPr>
          <w:p w14:paraId="4B24DBCF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07514850</w:t>
            </w:r>
          </w:p>
        </w:tc>
        <w:tc>
          <w:tcPr>
            <w:tcW w:w="2563" w:type="dxa"/>
          </w:tcPr>
          <w:p w14:paraId="60117A7A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di aspirazione aria, con attacchi circolari, per installazione da incasso</w:t>
            </w:r>
          </w:p>
          <w:p w14:paraId="199471D7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RCA 25</w:t>
            </w:r>
          </w:p>
        </w:tc>
        <w:tc>
          <w:tcPr>
            <w:tcW w:w="5598" w:type="dxa"/>
          </w:tcPr>
          <w:p w14:paraId="6EDFFE93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di aspirazione aria previsto per l’installazione dell’unità terminale da incas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so UTO 25 AP o UTV 25 AF.</w:t>
            </w:r>
          </w:p>
          <w:p w14:paraId="2236337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 xml:space="preserve">Realizzato in lamiera zincata con N° 2 attacchi circolari DN 160/180/200 in plastica. </w:t>
            </w:r>
          </w:p>
          <w:p w14:paraId="1460D24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Completo di filtro aria in fibra acrilica (classe di efficienza G3).</w:t>
            </w:r>
          </w:p>
          <w:p w14:paraId="616F4E7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600x215x150 mm.</w:t>
            </w:r>
          </w:p>
          <w:p w14:paraId="062254A6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E160BDD" w14:textId="4DA7CFE1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di aspirazione aria, con attacchi circolari, per installazione da incasso RCA 25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60E2FDA7" w14:textId="77777777" w:rsidTr="002A35A1">
        <w:tc>
          <w:tcPr>
            <w:tcW w:w="1377" w:type="dxa"/>
          </w:tcPr>
          <w:p w14:paraId="3D381C5D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07514860</w:t>
            </w:r>
          </w:p>
        </w:tc>
        <w:tc>
          <w:tcPr>
            <w:tcW w:w="2563" w:type="dxa"/>
          </w:tcPr>
          <w:p w14:paraId="2CA50224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Plenum di aspirazione aria, con attacchi circolari, per </w:t>
            </w:r>
            <w:r w:rsidRPr="002A35A1">
              <w:rPr>
                <w:rFonts w:ascii="Poppins" w:hAnsi="Poppins" w:cs="Poppins"/>
                <w:sz w:val="20"/>
              </w:rPr>
              <w:lastRenderedPageBreak/>
              <w:t>installazione da incasso</w:t>
            </w:r>
          </w:p>
          <w:p w14:paraId="514FD733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RCA 30-35</w:t>
            </w:r>
          </w:p>
        </w:tc>
        <w:tc>
          <w:tcPr>
            <w:tcW w:w="5598" w:type="dxa"/>
          </w:tcPr>
          <w:p w14:paraId="7EFF9B3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Plenum di aspirazione aria previsto per l’installazione dell’unità terminale da incas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so UTO 30 o 35 AP o UTV 30 o 35 AF.</w:t>
            </w:r>
          </w:p>
          <w:p w14:paraId="2EF3599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lastRenderedPageBreak/>
              <w:t xml:space="preserve">Realizzato in lamiera zincata con N° 2 attacchi circolari DN 160/180/200 in plastica. </w:t>
            </w:r>
          </w:p>
          <w:p w14:paraId="48C0B50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Completo di filtro aria in fibra acrilica (classe di efficienza G3).</w:t>
            </w:r>
          </w:p>
          <w:p w14:paraId="23ED5F61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800x215x150 mm.</w:t>
            </w:r>
          </w:p>
          <w:p w14:paraId="6470C88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5CAD1E4" w14:textId="308D25EF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di aspirazione aria, con attacchi circolari, per installazione da incasso RCA 30-35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0ACD08E2" w14:textId="77777777" w:rsidTr="002A35A1">
        <w:tc>
          <w:tcPr>
            <w:tcW w:w="1377" w:type="dxa"/>
          </w:tcPr>
          <w:p w14:paraId="7F29EA19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07514870</w:t>
            </w:r>
          </w:p>
        </w:tc>
        <w:tc>
          <w:tcPr>
            <w:tcW w:w="2563" w:type="dxa"/>
          </w:tcPr>
          <w:p w14:paraId="0606B9A5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di aspirazione aria, con attacchi circolari, per installazione da incasso</w:t>
            </w:r>
          </w:p>
          <w:p w14:paraId="4B0CAC75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RCA 40-45</w:t>
            </w:r>
          </w:p>
        </w:tc>
        <w:tc>
          <w:tcPr>
            <w:tcW w:w="5598" w:type="dxa"/>
          </w:tcPr>
          <w:p w14:paraId="4040E33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Plenum di aspirazione aria previsto per l’installazione dell’unità terminale da incasso 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UTO 40 o 45 AP o UTV 40 o 45 AF.</w:t>
            </w:r>
          </w:p>
          <w:p w14:paraId="14597F3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Realizzato in lamiera zincata con N° 3 attacchi circolari DN 160/180/200 in plastica. </w:t>
            </w:r>
          </w:p>
          <w:p w14:paraId="4872FAD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Completo di fi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ltro aria in fibra acrilica (classe di efficienza G3).</w:t>
            </w:r>
          </w:p>
          <w:p w14:paraId="7E0EB07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1000x215x150 mm.</w:t>
            </w:r>
          </w:p>
          <w:p w14:paraId="1495EB8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6796964" w14:textId="1F75E57F" w:rsidR="002A35A1" w:rsidRPr="002A35A1" w:rsidRDefault="002A35A1" w:rsidP="00764D13">
            <w:pPr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di aspirazione aria, con attacchi circolari, per installazione da incasso RCA 40-45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44CF38E5" w14:textId="77777777" w:rsidTr="002A35A1">
        <w:tc>
          <w:tcPr>
            <w:tcW w:w="1377" w:type="dxa"/>
          </w:tcPr>
          <w:p w14:paraId="76DA7AA0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07514800</w:t>
            </w:r>
          </w:p>
        </w:tc>
        <w:tc>
          <w:tcPr>
            <w:tcW w:w="2563" w:type="dxa"/>
          </w:tcPr>
          <w:p w14:paraId="369F32A1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di mandata aria, con attacchi circolari, per installazione da incasso</w:t>
            </w:r>
          </w:p>
          <w:p w14:paraId="1466108D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RCM-C 25</w:t>
            </w:r>
          </w:p>
        </w:tc>
        <w:tc>
          <w:tcPr>
            <w:tcW w:w="5598" w:type="dxa"/>
          </w:tcPr>
          <w:p w14:paraId="2A959E5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Plenum di mandata aria previsto per l’installazione dell’unità terminale da incasso 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UTO 25 AP o UTV 25 AF.</w:t>
            </w:r>
          </w:p>
          <w:p w14:paraId="48E7E3B1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Realizzato in lamiera zincata con N° 2 attacchi circolari DN 160/180/200 in plastica.</w:t>
            </w:r>
          </w:p>
          <w:p w14:paraId="0316DBB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Coibentazione interna.</w:t>
            </w:r>
          </w:p>
          <w:p w14:paraId="1EF7A9D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600x215x150 mm.</w:t>
            </w:r>
          </w:p>
          <w:p w14:paraId="1E3C477A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98EC2AE" w14:textId="486D4266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di mandata aria, con attacchi circolari, per installazione da incasso RCM-C 25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6762658E" w14:textId="77777777" w:rsidTr="002A35A1">
        <w:tc>
          <w:tcPr>
            <w:tcW w:w="1377" w:type="dxa"/>
          </w:tcPr>
          <w:p w14:paraId="5CC67F0F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07514810</w:t>
            </w:r>
          </w:p>
        </w:tc>
        <w:tc>
          <w:tcPr>
            <w:tcW w:w="2563" w:type="dxa"/>
          </w:tcPr>
          <w:p w14:paraId="4605426F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di mandata aria, con attacchi circolari, per installazione da incasso</w:t>
            </w:r>
          </w:p>
          <w:p w14:paraId="52D269F3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RCM-C 30-35</w:t>
            </w:r>
          </w:p>
        </w:tc>
        <w:tc>
          <w:tcPr>
            <w:tcW w:w="5598" w:type="dxa"/>
          </w:tcPr>
          <w:p w14:paraId="6D377002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Plenum di mandata aria previsto per l’installazione dell’unità terminale da incasso 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UTO 30 o 35 AP o UTV 30 o 35 AF.</w:t>
            </w:r>
          </w:p>
          <w:p w14:paraId="02D0E9A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Realizzato in lamiera zincata con N° 2 attacchi circolari DN 160/180/200 in plastica.</w:t>
            </w:r>
          </w:p>
          <w:p w14:paraId="23A1498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Coibentazione interna.</w:t>
            </w:r>
          </w:p>
          <w:p w14:paraId="7D8E4B9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800x215x150 mm.</w:t>
            </w:r>
          </w:p>
          <w:p w14:paraId="56F682E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A0971DF" w14:textId="681E618A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di mandata aria, con attacchi circolari, per installazione da incasso RCM-C 30-35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537A133C" w14:textId="77777777" w:rsidTr="002A35A1">
        <w:tc>
          <w:tcPr>
            <w:tcW w:w="1377" w:type="dxa"/>
          </w:tcPr>
          <w:p w14:paraId="44DEE7DB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07514820</w:t>
            </w:r>
          </w:p>
        </w:tc>
        <w:tc>
          <w:tcPr>
            <w:tcW w:w="2563" w:type="dxa"/>
          </w:tcPr>
          <w:p w14:paraId="36718C49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di mandata aria, con attacchi circolari, per installazione da incasso</w:t>
            </w:r>
          </w:p>
          <w:p w14:paraId="3D1F8A30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RCM-C 40-45</w:t>
            </w:r>
          </w:p>
        </w:tc>
        <w:tc>
          <w:tcPr>
            <w:tcW w:w="5598" w:type="dxa"/>
          </w:tcPr>
          <w:p w14:paraId="7E0519B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Plenum di mandata aria previsto per l’installazione dell’unità terminale da incasso 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UTO 40 o 45 AP o UTV 40 o 45 AF.</w:t>
            </w:r>
          </w:p>
          <w:p w14:paraId="24B8903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Realizzato in lamiera zincata con N° 3 attacchi circolari DN 160/180/200 in plastica.</w:t>
            </w:r>
          </w:p>
          <w:p w14:paraId="57818F3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Coibentazione interna.</w:t>
            </w:r>
          </w:p>
          <w:p w14:paraId="2060B0F0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1000x215x150 mm.</w:t>
            </w:r>
          </w:p>
          <w:p w14:paraId="3870AD3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5B31D5B" w14:textId="0230F8F6" w:rsidR="002A35A1" w:rsidRPr="002A35A1" w:rsidRDefault="002A35A1" w:rsidP="00764D13">
            <w:pPr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di mandata aria, con attacchi circolari, per installazione da incasso RCM-C 40-45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3821BED1" w14:textId="77777777" w:rsidTr="002A35A1">
        <w:tc>
          <w:tcPr>
            <w:tcW w:w="1377" w:type="dxa"/>
          </w:tcPr>
          <w:p w14:paraId="0D40C336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07515620</w:t>
            </w:r>
          </w:p>
        </w:tc>
        <w:tc>
          <w:tcPr>
            <w:tcW w:w="2563" w:type="dxa"/>
          </w:tcPr>
          <w:p w14:paraId="088D9D00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terminale (mandata e aspirazione aria), con attacchi circolari</w:t>
            </w:r>
          </w:p>
          <w:p w14:paraId="3BCCCD2F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RCT 25</w:t>
            </w:r>
          </w:p>
        </w:tc>
        <w:tc>
          <w:tcPr>
            <w:tcW w:w="5598" w:type="dxa"/>
          </w:tcPr>
          <w:p w14:paraId="3AE8692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Plenum terminale (mandata e aspirazione aria) per il completamento dell’installazione dell’unità da incasso 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UTO 25 AP o UTV 25 AF.</w:t>
            </w:r>
          </w:p>
          <w:p w14:paraId="0116D84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Realizzato in lamiera zincata con N° 2 attacchi circolari DN 160/180/200 in plastica.</w:t>
            </w:r>
          </w:p>
          <w:p w14:paraId="64741733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600x215x100 mm.</w:t>
            </w:r>
          </w:p>
          <w:p w14:paraId="54AADF96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A505D8D" w14:textId="4021AC3F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terminale (mandata e aspirazione aria), con attacchi circolari, RCT 25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22BB83C5" w14:textId="77777777" w:rsidTr="002A35A1">
        <w:tc>
          <w:tcPr>
            <w:tcW w:w="1377" w:type="dxa"/>
          </w:tcPr>
          <w:p w14:paraId="01A2348B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07515630</w:t>
            </w:r>
          </w:p>
        </w:tc>
        <w:tc>
          <w:tcPr>
            <w:tcW w:w="2563" w:type="dxa"/>
          </w:tcPr>
          <w:p w14:paraId="46C65917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terminale (mandata e aspirazione aria), con attacchi circolari</w:t>
            </w:r>
          </w:p>
          <w:p w14:paraId="4254A1B8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RCT 30-35</w:t>
            </w:r>
          </w:p>
        </w:tc>
        <w:tc>
          <w:tcPr>
            <w:tcW w:w="5598" w:type="dxa"/>
          </w:tcPr>
          <w:p w14:paraId="43CCF76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Plenum terminale (mandata e aspirazione aria) per il completamento dell’installazione dell’unità da incasso 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UTO 30 o 35 AP o UTV 30 o 35 AF.</w:t>
            </w:r>
          </w:p>
          <w:p w14:paraId="293BB89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Realizzato in lamiera zincata con N° 2 attacchi circolari DN 160/180/200 in plastica.</w:t>
            </w:r>
          </w:p>
          <w:p w14:paraId="7324EC44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800x215x100 mm.</w:t>
            </w:r>
          </w:p>
          <w:p w14:paraId="6A88D91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EFE742C" w14:textId="49F792C5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terminale (mandata e aspirazione aria), con attacchi circolari, RCT 30-35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0C114622" w14:textId="77777777" w:rsidTr="002A35A1">
        <w:tc>
          <w:tcPr>
            <w:tcW w:w="1377" w:type="dxa"/>
          </w:tcPr>
          <w:p w14:paraId="0EBAD07F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07515640</w:t>
            </w:r>
          </w:p>
        </w:tc>
        <w:tc>
          <w:tcPr>
            <w:tcW w:w="2563" w:type="dxa"/>
          </w:tcPr>
          <w:p w14:paraId="2FDD46E5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terminale (mandata e aspirazione aria), con attacchi circolari</w:t>
            </w:r>
          </w:p>
          <w:p w14:paraId="56F57FDA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RCT 40-45</w:t>
            </w:r>
          </w:p>
        </w:tc>
        <w:tc>
          <w:tcPr>
            <w:tcW w:w="5598" w:type="dxa"/>
          </w:tcPr>
          <w:p w14:paraId="2336C50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terminale (mandata e aspirazione aria) per il completamento dell’installazione dell’unità da incasso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 xml:space="preserve"> UTO 40 o 45 AP o UTV 40 o 45 AF.</w:t>
            </w:r>
          </w:p>
          <w:p w14:paraId="0731A0E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Realizzato in lamiera zincata con N° 3 attacchi circolari DN 160/180/200 in plastica.</w:t>
            </w:r>
          </w:p>
          <w:p w14:paraId="15F634A1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1000x215x100 mm.</w:t>
            </w:r>
          </w:p>
          <w:p w14:paraId="214DCA40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054B0D9" w14:textId="0CFA1E9E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terminale (mandata e aspirazione aria), con attacchi circolari, RCT 40-45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0FCAD077" w14:textId="77777777" w:rsidTr="002A35A1">
        <w:tc>
          <w:tcPr>
            <w:tcW w:w="1377" w:type="dxa"/>
          </w:tcPr>
          <w:p w14:paraId="0DBC3CE7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07514470</w:t>
            </w:r>
          </w:p>
        </w:tc>
        <w:tc>
          <w:tcPr>
            <w:tcW w:w="2563" w:type="dxa"/>
          </w:tcPr>
          <w:p w14:paraId="09792664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diritto di mandata aria per installazione da incasso</w:t>
            </w:r>
          </w:p>
          <w:p w14:paraId="07C26DD9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RM 25</w:t>
            </w:r>
          </w:p>
        </w:tc>
        <w:tc>
          <w:tcPr>
            <w:tcW w:w="5598" w:type="dxa"/>
          </w:tcPr>
          <w:p w14:paraId="48FCD50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Plenum diritto di mandata aria previsto per l’installazione dell’unità terminale da incasso 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UTO 25 AP o UTV 25 AF.</w:t>
            </w:r>
          </w:p>
          <w:p w14:paraId="26864EE8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Realizzato in lamiera zincata rivestita esternamente con idoneo isolamento termico.</w:t>
            </w:r>
          </w:p>
          <w:p w14:paraId="098DE570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600x140x100 mm</w:t>
            </w:r>
          </w:p>
          <w:p w14:paraId="23A7B44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3BC09A4" w14:textId="1B041054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diritto di mandata aria per installazione da incasso RM 25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30A11613" w14:textId="77777777" w:rsidTr="002A35A1">
        <w:tc>
          <w:tcPr>
            <w:tcW w:w="1377" w:type="dxa"/>
          </w:tcPr>
          <w:p w14:paraId="72AC30AE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07514480</w:t>
            </w:r>
          </w:p>
        </w:tc>
        <w:tc>
          <w:tcPr>
            <w:tcW w:w="2563" w:type="dxa"/>
          </w:tcPr>
          <w:p w14:paraId="52D4800A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diritto di mandata aria per installazione da incasso</w:t>
            </w:r>
          </w:p>
          <w:p w14:paraId="3D40F126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RM 30-35</w:t>
            </w:r>
          </w:p>
        </w:tc>
        <w:tc>
          <w:tcPr>
            <w:tcW w:w="5598" w:type="dxa"/>
          </w:tcPr>
          <w:p w14:paraId="7F701FC2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Plenum diritto di mandata aria previsto per l’installazione dell’unità terminale da incasso 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UTO 30 o 35 AP o UTV 30 o 35 AF.</w:t>
            </w:r>
          </w:p>
          <w:p w14:paraId="0B7F575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Realizzato in lamiera zincata rivestita esternamente con idoneo isolamento termico.</w:t>
            </w:r>
          </w:p>
          <w:p w14:paraId="2F46031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800x140x100 mm</w:t>
            </w:r>
          </w:p>
          <w:p w14:paraId="2BF241F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7D9265B" w14:textId="5EE4C125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diritto di mandata aria per installazione da incasso RM 30-35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0B6C5BD2" w14:textId="77777777" w:rsidTr="002A35A1">
        <w:tc>
          <w:tcPr>
            <w:tcW w:w="1377" w:type="dxa"/>
          </w:tcPr>
          <w:p w14:paraId="2ED8A667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07514490</w:t>
            </w:r>
          </w:p>
        </w:tc>
        <w:tc>
          <w:tcPr>
            <w:tcW w:w="2563" w:type="dxa"/>
          </w:tcPr>
          <w:p w14:paraId="48748C8B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diritto di mandata aria per installazione da incasso</w:t>
            </w:r>
          </w:p>
          <w:p w14:paraId="3A408325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RM 40-45</w:t>
            </w:r>
          </w:p>
        </w:tc>
        <w:tc>
          <w:tcPr>
            <w:tcW w:w="5598" w:type="dxa"/>
          </w:tcPr>
          <w:p w14:paraId="57F3E354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Plenum diritto di mandata aria previsto per l’installazione dell’unità terminale da incasso 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UTO 40 o 45 AP o UTV 40 o 45 AF.</w:t>
            </w:r>
          </w:p>
          <w:p w14:paraId="4264F2E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Realizzato in lamiera zincata rivestita esternamente con idoneo isolamento termico.</w:t>
            </w:r>
          </w:p>
          <w:p w14:paraId="35C70BD1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1000x140x100 mm</w:t>
            </w:r>
          </w:p>
          <w:p w14:paraId="301D157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6CE179A" w14:textId="109781EA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diritto di mandata aria per installazione da incasso RM 40-45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19AD1794" w14:textId="77777777" w:rsidTr="002A35A1">
        <w:tc>
          <w:tcPr>
            <w:tcW w:w="1377" w:type="dxa"/>
          </w:tcPr>
          <w:p w14:paraId="570B37D7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07514620</w:t>
            </w:r>
          </w:p>
        </w:tc>
        <w:tc>
          <w:tcPr>
            <w:tcW w:w="2563" w:type="dxa"/>
          </w:tcPr>
          <w:p w14:paraId="646A27EB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90° di mandata aria per installazione da incasso</w:t>
            </w:r>
          </w:p>
          <w:p w14:paraId="578A4307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R90M 25</w:t>
            </w:r>
          </w:p>
        </w:tc>
        <w:tc>
          <w:tcPr>
            <w:tcW w:w="5598" w:type="dxa"/>
          </w:tcPr>
          <w:p w14:paraId="6E3A498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90° di mandata aria previsto per l’installazione dell’unità terminale da incasso UTO 25 AP o UTV 25 AF.</w:t>
            </w:r>
          </w:p>
          <w:p w14:paraId="4D235552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Realizzato in lamiera zincata rivestita esternamente con idoneo isolamento termico.</w:t>
            </w:r>
          </w:p>
          <w:p w14:paraId="5F8D1B1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600x140x</w:t>
            </w:r>
            <w:r w:rsidRPr="002A35A1">
              <w:rPr>
                <w:rFonts w:ascii="Poppins" w:hAnsi="Poppins" w:cs="Poppins"/>
                <w:sz w:val="20"/>
              </w:rPr>
              <w:t>300</w:t>
            </w:r>
            <w:r w:rsidRPr="002A35A1">
              <w:rPr>
                <w:rFonts w:ascii="Poppins" w:hAnsi="Poppins" w:cs="Poppins"/>
                <w:color w:val="000000"/>
                <w:sz w:val="20"/>
              </w:rPr>
              <w:t xml:space="preserve"> mm</w:t>
            </w:r>
          </w:p>
          <w:p w14:paraId="4355BF5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B9B237C" w14:textId="3552463C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90° di mandata aria per installazione da incasso R90M 25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5B2C0DB6" w14:textId="77777777" w:rsidTr="002A35A1">
        <w:tc>
          <w:tcPr>
            <w:tcW w:w="1377" w:type="dxa"/>
          </w:tcPr>
          <w:p w14:paraId="206E3FD7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07514630</w:t>
            </w:r>
          </w:p>
        </w:tc>
        <w:tc>
          <w:tcPr>
            <w:tcW w:w="2563" w:type="dxa"/>
          </w:tcPr>
          <w:p w14:paraId="4093E1FD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90° di mandata aria per installazione da incasso</w:t>
            </w:r>
          </w:p>
          <w:p w14:paraId="04517A4F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R90M 30-35</w:t>
            </w:r>
          </w:p>
        </w:tc>
        <w:tc>
          <w:tcPr>
            <w:tcW w:w="5598" w:type="dxa"/>
          </w:tcPr>
          <w:p w14:paraId="44CDE28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Plenum 90° di mandata aria previsto per l’installazione dell’unità terminale da incasso 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UTO 30 o 35 AP o UTV 30 o 35 AF.</w:t>
            </w:r>
          </w:p>
          <w:p w14:paraId="2978D10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Realizzato in lamiera zincata rivestita esternamente con idoneo isolamento termico.</w:t>
            </w:r>
          </w:p>
          <w:p w14:paraId="1AF7CDEA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800x140x</w:t>
            </w:r>
            <w:r w:rsidRPr="002A35A1">
              <w:rPr>
                <w:rFonts w:ascii="Poppins" w:hAnsi="Poppins" w:cs="Poppins"/>
                <w:sz w:val="20"/>
              </w:rPr>
              <w:t>300</w:t>
            </w:r>
            <w:r w:rsidRPr="002A35A1">
              <w:rPr>
                <w:rFonts w:ascii="Poppins" w:hAnsi="Poppins" w:cs="Poppins"/>
                <w:color w:val="000000"/>
                <w:sz w:val="20"/>
              </w:rPr>
              <w:t xml:space="preserve"> mm</w:t>
            </w:r>
          </w:p>
          <w:p w14:paraId="2FA351B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782ACCD" w14:textId="025FB142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90° di mandata aria per installazione da incasso R90M 30-35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6C53454D" w14:textId="77777777" w:rsidTr="002A35A1">
        <w:tc>
          <w:tcPr>
            <w:tcW w:w="1377" w:type="dxa"/>
          </w:tcPr>
          <w:p w14:paraId="4416E5C5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07514640</w:t>
            </w:r>
          </w:p>
        </w:tc>
        <w:tc>
          <w:tcPr>
            <w:tcW w:w="2563" w:type="dxa"/>
          </w:tcPr>
          <w:p w14:paraId="3D798A90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90° di mandata aria per installazione da incasso</w:t>
            </w:r>
          </w:p>
          <w:p w14:paraId="7AC5818A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R90M 40-45</w:t>
            </w:r>
          </w:p>
        </w:tc>
        <w:tc>
          <w:tcPr>
            <w:tcW w:w="5598" w:type="dxa"/>
          </w:tcPr>
          <w:p w14:paraId="06077310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Plenum 90° di mandata aria previsto per l’installazione dell’unità terminale da incasso 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UTO 40 o 45 AP o UTV 40 o 45 AF.</w:t>
            </w:r>
          </w:p>
          <w:p w14:paraId="66D5DDE3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Realizzato in lamiera zincata rivestita esternamente con idoneo isolamento termico.</w:t>
            </w:r>
          </w:p>
          <w:p w14:paraId="35AE4CB2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1000x140x</w:t>
            </w:r>
            <w:r w:rsidRPr="002A35A1">
              <w:rPr>
                <w:rFonts w:ascii="Poppins" w:hAnsi="Poppins" w:cs="Poppins"/>
                <w:sz w:val="20"/>
              </w:rPr>
              <w:t>300</w:t>
            </w:r>
            <w:r w:rsidRPr="002A35A1">
              <w:rPr>
                <w:rFonts w:ascii="Poppins" w:hAnsi="Poppins" w:cs="Poppins"/>
                <w:color w:val="000000"/>
                <w:sz w:val="20"/>
              </w:rPr>
              <w:t xml:space="preserve"> mm</w:t>
            </w:r>
          </w:p>
          <w:p w14:paraId="7AC10C7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B08668E" w14:textId="5CD71B79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90° di mandata aria per installazione da incasso R90M 40-45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5428C990" w14:textId="77777777" w:rsidTr="002A35A1">
        <w:tc>
          <w:tcPr>
            <w:tcW w:w="1377" w:type="dxa"/>
          </w:tcPr>
          <w:p w14:paraId="51969481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07514680</w:t>
            </w:r>
          </w:p>
        </w:tc>
        <w:tc>
          <w:tcPr>
            <w:tcW w:w="2563" w:type="dxa"/>
          </w:tcPr>
          <w:p w14:paraId="18CC0AAF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90° di aspirazione aria per installazione da incasso</w:t>
            </w:r>
          </w:p>
          <w:p w14:paraId="66C28BAD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R90A 25</w:t>
            </w:r>
          </w:p>
        </w:tc>
        <w:tc>
          <w:tcPr>
            <w:tcW w:w="5598" w:type="dxa"/>
          </w:tcPr>
          <w:p w14:paraId="50755D3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90° di aspirazione aria previsto per l’installazione dell’unità terminale da incasso UTO 25 AP.</w:t>
            </w:r>
          </w:p>
          <w:p w14:paraId="4185DA00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Realizzato in lamiera zincata.</w:t>
            </w:r>
          </w:p>
          <w:p w14:paraId="470915B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600x140x</w:t>
            </w:r>
            <w:r w:rsidRPr="002A35A1">
              <w:rPr>
                <w:rFonts w:ascii="Poppins" w:hAnsi="Poppins" w:cs="Poppins"/>
                <w:sz w:val="20"/>
              </w:rPr>
              <w:t>300</w:t>
            </w:r>
            <w:r w:rsidRPr="002A35A1">
              <w:rPr>
                <w:rFonts w:ascii="Poppins" w:hAnsi="Poppins" w:cs="Poppins"/>
                <w:color w:val="000000"/>
                <w:sz w:val="20"/>
              </w:rPr>
              <w:t xml:space="preserve"> mm</w:t>
            </w:r>
          </w:p>
          <w:p w14:paraId="429377B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E642D40" w14:textId="67062B5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90° di aspirazione aria per installazione da incasso R90A 25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3ED0C63B" w14:textId="77777777" w:rsidTr="002A35A1">
        <w:tc>
          <w:tcPr>
            <w:tcW w:w="1377" w:type="dxa"/>
          </w:tcPr>
          <w:p w14:paraId="3BC986EF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07514690</w:t>
            </w:r>
          </w:p>
        </w:tc>
        <w:tc>
          <w:tcPr>
            <w:tcW w:w="2563" w:type="dxa"/>
          </w:tcPr>
          <w:p w14:paraId="3D4A4EB3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90° di aspirazione aria per installazione da incasso</w:t>
            </w:r>
          </w:p>
          <w:p w14:paraId="66B9F4A1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R90A 30-35</w:t>
            </w:r>
          </w:p>
        </w:tc>
        <w:tc>
          <w:tcPr>
            <w:tcW w:w="5598" w:type="dxa"/>
          </w:tcPr>
          <w:p w14:paraId="06EAA8E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90° di aspirazione aria previsto per l’installazione dell’unità terminale da incasso UTO 30 o 35 AP.</w:t>
            </w:r>
          </w:p>
          <w:p w14:paraId="735E1BF3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Realizzato in lamiera zincata.</w:t>
            </w:r>
          </w:p>
          <w:p w14:paraId="7C633368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800x140x</w:t>
            </w:r>
            <w:r w:rsidRPr="002A35A1">
              <w:rPr>
                <w:rFonts w:ascii="Poppins" w:hAnsi="Poppins" w:cs="Poppins"/>
                <w:sz w:val="20"/>
              </w:rPr>
              <w:t>300</w:t>
            </w:r>
            <w:r w:rsidRPr="002A35A1">
              <w:rPr>
                <w:rFonts w:ascii="Poppins" w:hAnsi="Poppins" w:cs="Poppins"/>
                <w:color w:val="000000"/>
                <w:sz w:val="20"/>
              </w:rPr>
              <w:t xml:space="preserve"> mm</w:t>
            </w:r>
          </w:p>
          <w:p w14:paraId="04B81FF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6AFBC1F" w14:textId="554C18DD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90° di aspirazione aria per installazione da incasso R90A 30-35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1CBC9428" w14:textId="77777777" w:rsidTr="002A35A1">
        <w:tc>
          <w:tcPr>
            <w:tcW w:w="1377" w:type="dxa"/>
          </w:tcPr>
          <w:p w14:paraId="6A519E85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07514700</w:t>
            </w:r>
          </w:p>
        </w:tc>
        <w:tc>
          <w:tcPr>
            <w:tcW w:w="2563" w:type="dxa"/>
          </w:tcPr>
          <w:p w14:paraId="583B5365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 xml:space="preserve">Plenum 90° di aspirazione aria per </w:t>
            </w:r>
            <w:r w:rsidRPr="002A35A1">
              <w:rPr>
                <w:rFonts w:ascii="Poppins" w:hAnsi="Poppins" w:cs="Poppins"/>
                <w:sz w:val="20"/>
              </w:rPr>
              <w:lastRenderedPageBreak/>
              <w:t>installazione da incasso</w:t>
            </w:r>
          </w:p>
          <w:p w14:paraId="76FB25ED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R90A 40-45</w:t>
            </w:r>
          </w:p>
        </w:tc>
        <w:tc>
          <w:tcPr>
            <w:tcW w:w="5598" w:type="dxa"/>
          </w:tcPr>
          <w:p w14:paraId="1BEAE5F1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Plenum 90° di aspirazione aria previsto per l’installazione dell’unità terminale da incasso UTO 40 o 45 AP.</w:t>
            </w:r>
          </w:p>
          <w:p w14:paraId="1D84174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Realizzato in lamiera zincata.</w:t>
            </w:r>
          </w:p>
          <w:p w14:paraId="6F7EF37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>) 1000x140x</w:t>
            </w:r>
            <w:r w:rsidRPr="002A35A1">
              <w:rPr>
                <w:rFonts w:ascii="Poppins" w:hAnsi="Poppins" w:cs="Poppins"/>
                <w:sz w:val="20"/>
              </w:rPr>
              <w:t>300</w:t>
            </w:r>
            <w:r w:rsidRPr="002A35A1">
              <w:rPr>
                <w:rFonts w:ascii="Poppins" w:hAnsi="Poppins" w:cs="Poppins"/>
                <w:color w:val="000000"/>
                <w:sz w:val="20"/>
              </w:rPr>
              <w:t xml:space="preserve"> mm</w:t>
            </w:r>
          </w:p>
          <w:p w14:paraId="744FC851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3C4B766" w14:textId="5F6426C2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90° di aspirazione aria per installazione da incasso R90A 40-45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475DECDF" w14:textId="77777777" w:rsidTr="002A35A1">
        <w:tc>
          <w:tcPr>
            <w:tcW w:w="1377" w:type="dxa"/>
          </w:tcPr>
          <w:p w14:paraId="098C7CAE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07514530</w:t>
            </w:r>
          </w:p>
        </w:tc>
        <w:tc>
          <w:tcPr>
            <w:tcW w:w="2563" w:type="dxa"/>
          </w:tcPr>
          <w:p w14:paraId="6D97D0E3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diritto di aspirazione aria per installazione da incasso</w:t>
            </w:r>
          </w:p>
          <w:p w14:paraId="74357EB6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RA 25</w:t>
            </w:r>
          </w:p>
        </w:tc>
        <w:tc>
          <w:tcPr>
            <w:tcW w:w="5598" w:type="dxa"/>
          </w:tcPr>
          <w:p w14:paraId="434AFBD6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diritto di aspirazione aria previsto per l’installazione dell’unità terminale da incasso UTO 25 AP.</w:t>
            </w:r>
          </w:p>
          <w:p w14:paraId="2EAC13F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Realizzato in lamiera zincata.</w:t>
            </w:r>
          </w:p>
          <w:p w14:paraId="1A87A32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 xml:space="preserve">) </w:t>
            </w:r>
            <w:r w:rsidRPr="002A35A1">
              <w:rPr>
                <w:rFonts w:ascii="Poppins" w:hAnsi="Poppins" w:cs="Poppins"/>
                <w:sz w:val="20"/>
              </w:rPr>
              <w:t>600x140x100 mm</w:t>
            </w:r>
          </w:p>
          <w:p w14:paraId="608C067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6E196AA" w14:textId="61E908A6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diritto di aspirazione aria per installazione da incasso RA 25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7D564180" w14:textId="77777777" w:rsidTr="002A35A1">
        <w:tc>
          <w:tcPr>
            <w:tcW w:w="1377" w:type="dxa"/>
          </w:tcPr>
          <w:p w14:paraId="7954FD40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07514540</w:t>
            </w:r>
          </w:p>
        </w:tc>
        <w:tc>
          <w:tcPr>
            <w:tcW w:w="2563" w:type="dxa"/>
          </w:tcPr>
          <w:p w14:paraId="4C848313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diritto di aspirazione aria per installazione da incasso</w:t>
            </w:r>
          </w:p>
          <w:p w14:paraId="12A54F70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RA 30-35</w:t>
            </w:r>
          </w:p>
        </w:tc>
        <w:tc>
          <w:tcPr>
            <w:tcW w:w="5598" w:type="dxa"/>
          </w:tcPr>
          <w:p w14:paraId="6AE545D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diritto di aspirazione aria previsto per l’installazione dell’unità terminale da incasso UTO 30 o 35 AP.</w:t>
            </w:r>
          </w:p>
          <w:p w14:paraId="78B628B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Realizzato in lamiera zincata.</w:t>
            </w:r>
          </w:p>
          <w:p w14:paraId="7F45EBC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 xml:space="preserve">) </w:t>
            </w:r>
            <w:r w:rsidRPr="002A35A1">
              <w:rPr>
                <w:rFonts w:ascii="Poppins" w:hAnsi="Poppins" w:cs="Poppins"/>
                <w:sz w:val="20"/>
              </w:rPr>
              <w:t>800x140x100 mm</w:t>
            </w:r>
          </w:p>
          <w:p w14:paraId="3873C4C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C51E8A1" w14:textId="75DA64BF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diritto di aspirazione aria per installazione da incasso RA 30-35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20ED3BB1" w14:textId="77777777" w:rsidTr="002A35A1">
        <w:tc>
          <w:tcPr>
            <w:tcW w:w="1377" w:type="dxa"/>
          </w:tcPr>
          <w:p w14:paraId="711BC39B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07514550</w:t>
            </w:r>
          </w:p>
        </w:tc>
        <w:tc>
          <w:tcPr>
            <w:tcW w:w="2563" w:type="dxa"/>
          </w:tcPr>
          <w:p w14:paraId="512C181B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diritto di aspirazione aria per installazione da incasso</w:t>
            </w:r>
          </w:p>
          <w:p w14:paraId="23A594F5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RA 40-45</w:t>
            </w:r>
          </w:p>
        </w:tc>
        <w:tc>
          <w:tcPr>
            <w:tcW w:w="5598" w:type="dxa"/>
          </w:tcPr>
          <w:p w14:paraId="225049F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Plenum diritto di aspirazione aria previsto per l’installazione dell’unità terminale da incasso UTO 40 o 45 AP.</w:t>
            </w:r>
          </w:p>
          <w:p w14:paraId="7D32E6E4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Realizzato in lamiera zincata.</w:t>
            </w:r>
          </w:p>
          <w:p w14:paraId="24D0A853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 xml:space="preserve">) </w:t>
            </w:r>
            <w:r w:rsidRPr="002A35A1">
              <w:rPr>
                <w:rFonts w:ascii="Poppins" w:hAnsi="Poppins" w:cs="Poppins"/>
                <w:sz w:val="20"/>
              </w:rPr>
              <w:t>1000x140x100 mm</w:t>
            </w:r>
          </w:p>
          <w:p w14:paraId="73D6366A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BF27E89" w14:textId="05A1CB32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Plenum diritto di aspirazione aria per installazione da incasso RA 40-45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589A410E" w14:textId="77777777" w:rsidTr="002A35A1">
        <w:tc>
          <w:tcPr>
            <w:tcW w:w="1377" w:type="dxa"/>
          </w:tcPr>
          <w:p w14:paraId="4817BAC2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07515670</w:t>
            </w:r>
          </w:p>
        </w:tc>
        <w:tc>
          <w:tcPr>
            <w:tcW w:w="2563" w:type="dxa"/>
          </w:tcPr>
          <w:p w14:paraId="51648CED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Giunto antivibrante di mandata aria per installazione da incasso</w:t>
            </w:r>
          </w:p>
          <w:p w14:paraId="197F41E2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GAM 25</w:t>
            </w:r>
          </w:p>
        </w:tc>
        <w:tc>
          <w:tcPr>
            <w:tcW w:w="5598" w:type="dxa"/>
          </w:tcPr>
          <w:p w14:paraId="420F302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Giunto antivibrante di mandata aria previsto per l’installazione dell’unità terminale da incasso UTO 25 AP o UTV 25 AF.</w:t>
            </w:r>
          </w:p>
          <w:p w14:paraId="5BB712B8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Realizzat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o in lamiera zincata e tela gommata.</w:t>
            </w:r>
          </w:p>
          <w:p w14:paraId="195612C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 xml:space="preserve">) </w:t>
            </w:r>
            <w:r w:rsidRPr="002A35A1">
              <w:rPr>
                <w:rFonts w:ascii="Poppins" w:hAnsi="Poppins" w:cs="Poppins"/>
                <w:sz w:val="20"/>
              </w:rPr>
              <w:t>600x140x150 mm</w:t>
            </w:r>
          </w:p>
          <w:p w14:paraId="161B58C0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2288C47" w14:textId="4363C3DD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Giunto antivibrante di mandata aria per installazione da incasso GAM 25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4A8C4CD8" w14:textId="77777777" w:rsidTr="002A35A1">
        <w:tc>
          <w:tcPr>
            <w:tcW w:w="1377" w:type="dxa"/>
          </w:tcPr>
          <w:p w14:paraId="30BE97F2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07515680</w:t>
            </w:r>
          </w:p>
        </w:tc>
        <w:tc>
          <w:tcPr>
            <w:tcW w:w="2563" w:type="dxa"/>
          </w:tcPr>
          <w:p w14:paraId="1AD7DAEF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Giunto antivibrante di mandata aria per installazione da incasso</w:t>
            </w:r>
          </w:p>
          <w:p w14:paraId="65F6C941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GAM 30-35</w:t>
            </w:r>
          </w:p>
        </w:tc>
        <w:tc>
          <w:tcPr>
            <w:tcW w:w="5598" w:type="dxa"/>
          </w:tcPr>
          <w:p w14:paraId="4793B8E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Giunto antivibrante di mandata aria previsto per l’installazione dell’unità terminale da incasso UTO 30 o 35 AP o UTV 30 o 35 AF.</w:t>
            </w:r>
          </w:p>
          <w:p w14:paraId="092A2EA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Realizzat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o in lamiera zincata e tela gommata.</w:t>
            </w:r>
          </w:p>
          <w:p w14:paraId="324D3668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) 800x140x150 mm</w:t>
            </w:r>
          </w:p>
          <w:p w14:paraId="572CF6EA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309659E" w14:textId="5B9AA7E4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Giunto antivibrante di mandata aria per installazione da incasso GAM 30-35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0B82DF47" w14:textId="77777777" w:rsidTr="002A35A1">
        <w:tc>
          <w:tcPr>
            <w:tcW w:w="1377" w:type="dxa"/>
          </w:tcPr>
          <w:p w14:paraId="036CCA6C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07515690</w:t>
            </w:r>
          </w:p>
        </w:tc>
        <w:tc>
          <w:tcPr>
            <w:tcW w:w="2563" w:type="dxa"/>
          </w:tcPr>
          <w:p w14:paraId="7F9E3D70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Giunto antivibrante di mandata aria per installazione da incasso</w:t>
            </w:r>
          </w:p>
          <w:p w14:paraId="74A7F855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GAM 40-45</w:t>
            </w:r>
          </w:p>
        </w:tc>
        <w:tc>
          <w:tcPr>
            <w:tcW w:w="5598" w:type="dxa"/>
          </w:tcPr>
          <w:p w14:paraId="6AEEBE73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Giunto antivibrante di mandata aria previsto per l’installazione dell’unità terminale da incasso UTO 40 o 45 AP o UTV 40 o 45 AF.</w:t>
            </w:r>
          </w:p>
          <w:p w14:paraId="640D3F6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Realizza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to in lamiera zincata e tela gommata.</w:t>
            </w:r>
          </w:p>
          <w:p w14:paraId="6B475053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 xml:space="preserve">) </w:t>
            </w:r>
            <w:r w:rsidRPr="002A35A1">
              <w:rPr>
                <w:rFonts w:ascii="Poppins" w:hAnsi="Poppins" w:cs="Poppins"/>
                <w:sz w:val="20"/>
              </w:rPr>
              <w:t>1000x140x150 mm</w:t>
            </w:r>
          </w:p>
          <w:p w14:paraId="29E1798A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A006080" w14:textId="2893A468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Giunto antivibrante di mandata aria per installazione da incasso GAM 40-45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6D5EF6B4" w14:textId="77777777" w:rsidTr="002A35A1">
        <w:tc>
          <w:tcPr>
            <w:tcW w:w="1377" w:type="dxa"/>
          </w:tcPr>
          <w:p w14:paraId="36BC52ED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07515720</w:t>
            </w:r>
          </w:p>
        </w:tc>
        <w:tc>
          <w:tcPr>
            <w:tcW w:w="2563" w:type="dxa"/>
          </w:tcPr>
          <w:p w14:paraId="71C62769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Giunto antivibrante di aspirazione aria per installazione da incasso</w:t>
            </w:r>
          </w:p>
          <w:p w14:paraId="59E2D4C3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GAA 25</w:t>
            </w:r>
          </w:p>
        </w:tc>
        <w:tc>
          <w:tcPr>
            <w:tcW w:w="5598" w:type="dxa"/>
          </w:tcPr>
          <w:p w14:paraId="6E093326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Giunto antivibrante di aspirazione aria previsto per l’installazione dell’unità terminale da incasso UTO 25 AP o UTV 25 AF.</w:t>
            </w:r>
          </w:p>
          <w:p w14:paraId="71FC31B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izzato in lamiera zincata e tela gommata.</w:t>
            </w:r>
          </w:p>
          <w:p w14:paraId="730D001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 xml:space="preserve">) </w:t>
            </w:r>
            <w:r w:rsidRPr="002A35A1">
              <w:rPr>
                <w:rFonts w:ascii="Poppins" w:hAnsi="Poppins" w:cs="Poppins"/>
                <w:sz w:val="20"/>
              </w:rPr>
              <w:t>600x140x150 mm</w:t>
            </w:r>
          </w:p>
          <w:p w14:paraId="54C969D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DEF38B2" w14:textId="6307328C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Giunto antivibrante di aspirazione aria per installazione da incasso GAA 25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174FFC4D" w14:textId="77777777" w:rsidTr="002A35A1">
        <w:tc>
          <w:tcPr>
            <w:tcW w:w="1377" w:type="dxa"/>
          </w:tcPr>
          <w:p w14:paraId="6F2B42C3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07515730</w:t>
            </w:r>
          </w:p>
        </w:tc>
        <w:tc>
          <w:tcPr>
            <w:tcW w:w="2563" w:type="dxa"/>
          </w:tcPr>
          <w:p w14:paraId="69AD17EA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Giunto antivibrante di aspirazione aria per installazione da incasso</w:t>
            </w:r>
          </w:p>
          <w:p w14:paraId="307B6D8F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GAA 30-35</w:t>
            </w:r>
          </w:p>
        </w:tc>
        <w:tc>
          <w:tcPr>
            <w:tcW w:w="5598" w:type="dxa"/>
          </w:tcPr>
          <w:p w14:paraId="0A26E2F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Giunto antivibrante di aspirazione aria previsto per l’installazione dell’unità terminale da incasso UTO 30 o 35 AP o UTV 30 o 35 AF.</w:t>
            </w:r>
          </w:p>
          <w:p w14:paraId="10DDD34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Realiz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zato in lamiera zincata e tela gommata.</w:t>
            </w:r>
          </w:p>
          <w:p w14:paraId="29002C4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 xml:space="preserve">) </w:t>
            </w:r>
            <w:r w:rsidRPr="002A35A1">
              <w:rPr>
                <w:rFonts w:ascii="Poppins" w:hAnsi="Poppins" w:cs="Poppins"/>
                <w:sz w:val="20"/>
              </w:rPr>
              <w:t>800x140x150 mm</w:t>
            </w:r>
          </w:p>
          <w:p w14:paraId="06B0856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CFB7F50" w14:textId="5C87F308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Giunto antivibrante di aspirazione aria per installazione da incasso GAA 30-35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29BFE88C" w14:textId="77777777" w:rsidTr="002A35A1">
        <w:tc>
          <w:tcPr>
            <w:tcW w:w="1377" w:type="dxa"/>
          </w:tcPr>
          <w:p w14:paraId="728EE073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07515740</w:t>
            </w:r>
          </w:p>
        </w:tc>
        <w:tc>
          <w:tcPr>
            <w:tcW w:w="2563" w:type="dxa"/>
          </w:tcPr>
          <w:p w14:paraId="6E458ABE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Giunto antivibrante di aspirazione aria per installazione da incasso</w:t>
            </w:r>
          </w:p>
          <w:p w14:paraId="7CE89BAC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GAA 40-45</w:t>
            </w:r>
          </w:p>
        </w:tc>
        <w:tc>
          <w:tcPr>
            <w:tcW w:w="5598" w:type="dxa"/>
          </w:tcPr>
          <w:p w14:paraId="02A9110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Giunto antivibrante di aspirazione aria previsto per l’installazione dell’unità terminale da incasso UTO 40 o 45 AP o UTV 40 o 45 AF.</w:t>
            </w:r>
          </w:p>
          <w:p w14:paraId="2AFF9AB4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FF0000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Reali</w:t>
            </w:r>
            <w:r w:rsidRPr="002A35A1">
              <w:rPr>
                <w:rFonts w:ascii="Poppins" w:hAnsi="Poppins" w:cs="Poppins"/>
                <w:color w:val="000000" w:themeColor="text1"/>
                <w:sz w:val="20"/>
              </w:rPr>
              <w:t>zzato in lamiera zincata e tela gommata.</w:t>
            </w:r>
          </w:p>
          <w:p w14:paraId="2ADEBEB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2A35A1">
              <w:rPr>
                <w:rFonts w:ascii="Poppins" w:hAnsi="Poppins" w:cs="Poppins"/>
                <w:color w:val="000000"/>
                <w:sz w:val="20"/>
              </w:rPr>
              <w:t>Dimensioni (</w:t>
            </w:r>
            <w:proofErr w:type="spellStart"/>
            <w:r w:rsidRPr="002A35A1">
              <w:rPr>
                <w:rFonts w:ascii="Poppins" w:hAnsi="Poppins" w:cs="Poppins"/>
                <w:color w:val="000000"/>
                <w:sz w:val="20"/>
              </w:rPr>
              <w:t>LxHxP</w:t>
            </w:r>
            <w:proofErr w:type="spellEnd"/>
            <w:r w:rsidRPr="002A35A1">
              <w:rPr>
                <w:rFonts w:ascii="Poppins" w:hAnsi="Poppins" w:cs="Poppins"/>
                <w:color w:val="000000"/>
                <w:sz w:val="20"/>
              </w:rPr>
              <w:t xml:space="preserve">) </w:t>
            </w:r>
            <w:r w:rsidRPr="002A35A1">
              <w:rPr>
                <w:rFonts w:ascii="Poppins" w:hAnsi="Poppins" w:cs="Poppins"/>
                <w:sz w:val="20"/>
              </w:rPr>
              <w:t>1000x140x150 mm</w:t>
            </w:r>
          </w:p>
          <w:p w14:paraId="3E473C5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DE37302" w14:textId="59166234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Giunto antivibrante di aspirazione aria per installazione da incasso GAA 40-45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4E5AC87F" w14:textId="77777777" w:rsidTr="002A35A1">
        <w:tc>
          <w:tcPr>
            <w:tcW w:w="1377" w:type="dxa"/>
          </w:tcPr>
          <w:p w14:paraId="42490E03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07515770</w:t>
            </w:r>
          </w:p>
        </w:tc>
        <w:tc>
          <w:tcPr>
            <w:tcW w:w="2563" w:type="dxa"/>
          </w:tcPr>
          <w:p w14:paraId="07AB6A0D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Griglia di mandata aria per installazione da incasso</w:t>
            </w:r>
          </w:p>
          <w:p w14:paraId="561029D9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AGRM 25</w:t>
            </w:r>
          </w:p>
        </w:tc>
        <w:tc>
          <w:tcPr>
            <w:tcW w:w="5598" w:type="dxa"/>
          </w:tcPr>
          <w:p w14:paraId="45223B5B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Griglia (bocchetta) di mandata aria con profilo diritto, in alluminio.</w:t>
            </w:r>
          </w:p>
          <w:p w14:paraId="4D4BDD83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Doppio filare di alette per regolazione verticale ed orizzontale del flusso d’aria.</w:t>
            </w:r>
          </w:p>
          <w:p w14:paraId="727DC10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Prevista per l’accoppiamento ai plenum RCT, RM, R90M 25 o al giunto antivibrante GAM 25.</w:t>
            </w:r>
          </w:p>
          <w:p w14:paraId="5D642773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64A603C" w14:textId="17F9089A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Griglia di mandata aria per installazione da incasso AGRM 25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034E80E3" w14:textId="77777777" w:rsidTr="002A35A1">
        <w:tc>
          <w:tcPr>
            <w:tcW w:w="1377" w:type="dxa"/>
          </w:tcPr>
          <w:p w14:paraId="0BCA7CCB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07515780</w:t>
            </w:r>
          </w:p>
        </w:tc>
        <w:tc>
          <w:tcPr>
            <w:tcW w:w="2563" w:type="dxa"/>
          </w:tcPr>
          <w:p w14:paraId="72222440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Griglia di mandata aria per installazione da incasso</w:t>
            </w:r>
          </w:p>
          <w:p w14:paraId="22D5A769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AGRM 30-35</w:t>
            </w:r>
          </w:p>
        </w:tc>
        <w:tc>
          <w:tcPr>
            <w:tcW w:w="5598" w:type="dxa"/>
          </w:tcPr>
          <w:p w14:paraId="798419D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Griglia (bocchetta) di mandata aria con profilo diritto, in alluminio.</w:t>
            </w:r>
          </w:p>
          <w:p w14:paraId="5BE158BA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Doppio filare di alette per regolazione verticale ed orizzontale del flusso d’aria.</w:t>
            </w:r>
          </w:p>
          <w:p w14:paraId="6F15B3C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Prevista per l’accoppiamento ai plenum RCT, RM, R90M 30 o 35 oppure al giunto antivibrante GAM 30 o 35.</w:t>
            </w:r>
          </w:p>
          <w:p w14:paraId="2E9FD6A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4FB99F7" w14:textId="6CC4EC04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Griglia di mandata aria per installazione da incasso AGRM </w:t>
            </w:r>
            <w:r w:rsidR="00B745EA">
              <w:rPr>
                <w:rFonts w:ascii="Poppins" w:hAnsi="Poppins" w:cs="Poppins"/>
                <w:b/>
                <w:sz w:val="20"/>
              </w:rPr>
              <w:t>30-35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  <w:r w:rsidR="00B745EA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A35A1" w:rsidRPr="00B12348" w14:paraId="6034CE9D" w14:textId="77777777" w:rsidTr="002A35A1">
        <w:tc>
          <w:tcPr>
            <w:tcW w:w="1377" w:type="dxa"/>
          </w:tcPr>
          <w:p w14:paraId="75B32402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07515790</w:t>
            </w:r>
          </w:p>
        </w:tc>
        <w:tc>
          <w:tcPr>
            <w:tcW w:w="2563" w:type="dxa"/>
          </w:tcPr>
          <w:p w14:paraId="74794C9F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Griglia di mandata aria per installazione da incasso</w:t>
            </w:r>
          </w:p>
          <w:p w14:paraId="6C7D7641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AGRM 40-45</w:t>
            </w:r>
          </w:p>
        </w:tc>
        <w:tc>
          <w:tcPr>
            <w:tcW w:w="5598" w:type="dxa"/>
          </w:tcPr>
          <w:p w14:paraId="242E9D9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Griglia (bocchetta) di mandata aria con profilo diritto, in alluminio.</w:t>
            </w:r>
          </w:p>
          <w:p w14:paraId="2B616F92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Doppio filare di alette per regolazione verticale ed orizzontale del flusso d’aria.</w:t>
            </w:r>
          </w:p>
          <w:p w14:paraId="5401FE38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Prevista per l’accoppiamento ai plenum RCT, RM, R90M 40 o 45 oppure al giunto antivibrante GAM 40 o 45.</w:t>
            </w:r>
          </w:p>
          <w:p w14:paraId="6B827D70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8131C64" w14:textId="4D67253A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Griglia di mandata aria per installazione da incasso AGRM </w:t>
            </w:r>
            <w:r w:rsidR="00B745EA">
              <w:rPr>
                <w:rFonts w:ascii="Poppins" w:hAnsi="Poppins" w:cs="Poppins"/>
                <w:b/>
                <w:sz w:val="20"/>
              </w:rPr>
              <w:t>40-45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  <w:r w:rsidR="00B745EA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A35A1" w:rsidRPr="00B12348" w14:paraId="0DAD6498" w14:textId="77777777" w:rsidTr="002A35A1">
        <w:tc>
          <w:tcPr>
            <w:tcW w:w="1377" w:type="dxa"/>
          </w:tcPr>
          <w:p w14:paraId="64E75644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07515820</w:t>
            </w:r>
          </w:p>
        </w:tc>
        <w:tc>
          <w:tcPr>
            <w:tcW w:w="2563" w:type="dxa"/>
          </w:tcPr>
          <w:p w14:paraId="19E56ADD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Griglia di aspirazione aria per installazione da incasso</w:t>
            </w:r>
          </w:p>
          <w:p w14:paraId="114152F1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AGRA 25</w:t>
            </w:r>
          </w:p>
        </w:tc>
        <w:tc>
          <w:tcPr>
            <w:tcW w:w="5598" w:type="dxa"/>
          </w:tcPr>
          <w:p w14:paraId="121792F0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Griglia di aspirazione aria con profilo diritto, ad alette fisse inclinate, in alluminio.</w:t>
            </w:r>
          </w:p>
          <w:p w14:paraId="2D6CBB2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Prevista per l’accoppiamento ai plenum RCT, R90A, RA 25 o al giunto antivibrante GAA 25.</w:t>
            </w:r>
          </w:p>
          <w:p w14:paraId="3F55C42E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Completa di filtro aria in fibra acrilica (classe di efficienza G3).</w:t>
            </w:r>
          </w:p>
          <w:p w14:paraId="5853E4D6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57ED490" w14:textId="2E137111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Griglia di aspirazione aria per installazione da incasso AGRA 25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311BA7AC" w14:textId="77777777" w:rsidTr="002A35A1">
        <w:tc>
          <w:tcPr>
            <w:tcW w:w="1377" w:type="dxa"/>
          </w:tcPr>
          <w:p w14:paraId="4FF8CB3F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07515830</w:t>
            </w:r>
          </w:p>
        </w:tc>
        <w:tc>
          <w:tcPr>
            <w:tcW w:w="2563" w:type="dxa"/>
          </w:tcPr>
          <w:p w14:paraId="169A1A4A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Griglia di aspirazione aria per installazione da incasso</w:t>
            </w:r>
          </w:p>
          <w:p w14:paraId="30EF39AA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AGRA 30-35</w:t>
            </w:r>
          </w:p>
        </w:tc>
        <w:tc>
          <w:tcPr>
            <w:tcW w:w="5598" w:type="dxa"/>
          </w:tcPr>
          <w:p w14:paraId="6483EBB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Griglia di aspirazione aria con profilo diritto, ad alette fisse inclinate, in alluminio.</w:t>
            </w:r>
          </w:p>
          <w:p w14:paraId="33F7F90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Prevista per l’accoppiamento ai plenum RCT, R90A, RA 30 o 35 oppure al giunto antivibrante GAA 30 o 35.</w:t>
            </w:r>
          </w:p>
          <w:p w14:paraId="4B1A0219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Completa di filtro aria in fibra acrilica (classe di efficienza G3).</w:t>
            </w:r>
          </w:p>
          <w:p w14:paraId="3FCF5086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F50FD8C" w14:textId="0AC5C851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Griglia di aspirazione aria per installazione da incasso AGRA 30-35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417140AD" w14:textId="77777777" w:rsidTr="002A35A1">
        <w:tc>
          <w:tcPr>
            <w:tcW w:w="1377" w:type="dxa"/>
          </w:tcPr>
          <w:p w14:paraId="0CFC33B9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07515840</w:t>
            </w:r>
          </w:p>
        </w:tc>
        <w:tc>
          <w:tcPr>
            <w:tcW w:w="2563" w:type="dxa"/>
          </w:tcPr>
          <w:p w14:paraId="42590990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Griglia di aspirazione aria per installazione da incasso</w:t>
            </w:r>
          </w:p>
          <w:p w14:paraId="6CD0AC7B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AGRA 40-45</w:t>
            </w:r>
          </w:p>
        </w:tc>
        <w:tc>
          <w:tcPr>
            <w:tcW w:w="5598" w:type="dxa"/>
          </w:tcPr>
          <w:p w14:paraId="1C75DC5A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Griglia di aspirazione aria con profilo diritto, ad alette fisse inclinate, in alluminio.</w:t>
            </w:r>
          </w:p>
          <w:p w14:paraId="7093314C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Prevista per l’accoppiamento ai plenum RCT, R90A, RA 40 o 45 oppure al giunto antivibrante GAA 40 o 45.</w:t>
            </w:r>
          </w:p>
          <w:p w14:paraId="59D7312F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Completa di filtro aria in fibra acrilica (classe di efficienza G3).</w:t>
            </w:r>
          </w:p>
          <w:p w14:paraId="2F86CC97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16381A3" w14:textId="54E855B8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Griglia di aspirazione aria per installazione da incasso AGRA 40-45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31547BE6" w14:textId="77777777" w:rsidTr="002A35A1">
        <w:tc>
          <w:tcPr>
            <w:tcW w:w="1377" w:type="dxa"/>
          </w:tcPr>
          <w:p w14:paraId="30CB0D5B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t>07235611</w:t>
            </w:r>
          </w:p>
        </w:tc>
        <w:tc>
          <w:tcPr>
            <w:tcW w:w="2563" w:type="dxa"/>
          </w:tcPr>
          <w:p w14:paraId="78CC3419" w14:textId="77777777" w:rsidR="002A35A1" w:rsidRPr="002A35A1" w:rsidRDefault="002A35A1" w:rsidP="002A35A1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Tubo EPE, colore grigio, Di= 160 L= 2m</w:t>
            </w:r>
          </w:p>
        </w:tc>
        <w:tc>
          <w:tcPr>
            <w:tcW w:w="5598" w:type="dxa"/>
          </w:tcPr>
          <w:p w14:paraId="4CF78D54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Tubo EPE colore grigio diametro 160 mm e lunghezza 2 m.</w:t>
            </w:r>
          </w:p>
          <w:p w14:paraId="4FF5BF3C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2A35A1">
              <w:rPr>
                <w:rFonts w:ascii="Poppins" w:hAnsi="Poppins" w:cs="Poppins"/>
              </w:rPr>
              <w:t>mK</w:t>
            </w:r>
            <w:proofErr w:type="spellEnd"/>
            <w:r w:rsidRPr="002A35A1">
              <w:rPr>
                <w:rFonts w:ascii="Poppins" w:hAnsi="Poppins" w:cs="Poppins"/>
              </w:rPr>
              <w:t xml:space="preserve"> a 40 °C</w:t>
            </w:r>
          </w:p>
          <w:p w14:paraId="21B633F8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Densità: 30 kg/mc</w:t>
            </w:r>
          </w:p>
          <w:p w14:paraId="65F47C65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2A35A1">
              <w:rPr>
                <w:rFonts w:ascii="Poppins" w:hAnsi="Poppins" w:cs="Poppins"/>
              </w:rPr>
              <w:t>Euroclasse</w:t>
            </w:r>
            <w:proofErr w:type="spellEnd"/>
            <w:r w:rsidRPr="002A35A1">
              <w:rPr>
                <w:rFonts w:ascii="Poppins" w:hAnsi="Poppins" w:cs="Poppins"/>
              </w:rPr>
              <w:t xml:space="preserve"> E</w:t>
            </w:r>
          </w:p>
          <w:p w14:paraId="6F551D95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Diametro interno: 160 mm</w:t>
            </w:r>
          </w:p>
          <w:p w14:paraId="2F5CD6BD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Spessore: 16 mm</w:t>
            </w:r>
          </w:p>
          <w:p w14:paraId="17A6E302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Temperature limite: -45 °C/ +100 °C per breve periodo.</w:t>
            </w:r>
          </w:p>
          <w:p w14:paraId="785F8F1A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501CE50" w14:textId="1596DDE9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 xml:space="preserve">Marca </w:t>
            </w:r>
            <w:r w:rsidR="00B745EA">
              <w:rPr>
                <w:rFonts w:ascii="Poppins" w:hAnsi="Poppins" w:cs="Poppins"/>
                <w:b/>
              </w:rPr>
              <w:t>Emmeti</w:t>
            </w:r>
            <w:r w:rsidRPr="002A35A1">
              <w:rPr>
                <w:rFonts w:ascii="Poppins" w:hAnsi="Poppins" w:cs="Poppins"/>
                <w:b/>
              </w:rPr>
              <w:t xml:space="preserve"> – Modello Tubo EPE colore grigio Di= 160 L= 2m o </w:t>
            </w:r>
            <w:r w:rsidR="004575AC">
              <w:rPr>
                <w:rFonts w:ascii="Poppins" w:hAnsi="Poppins" w:cs="Poppins"/>
                <w:b/>
              </w:rPr>
              <w:t>equivalente.</w:t>
            </w:r>
          </w:p>
        </w:tc>
      </w:tr>
      <w:tr w:rsidR="002A35A1" w:rsidRPr="00B12348" w14:paraId="156D9FE8" w14:textId="77777777" w:rsidTr="002A35A1">
        <w:tc>
          <w:tcPr>
            <w:tcW w:w="1377" w:type="dxa"/>
          </w:tcPr>
          <w:p w14:paraId="1122002C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t>07235631</w:t>
            </w:r>
          </w:p>
        </w:tc>
        <w:tc>
          <w:tcPr>
            <w:tcW w:w="2563" w:type="dxa"/>
          </w:tcPr>
          <w:p w14:paraId="606D54C0" w14:textId="77777777" w:rsidR="002A35A1" w:rsidRPr="002A35A1" w:rsidRDefault="002A35A1" w:rsidP="002A35A1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Gomito 90° EPE, colore grigio, Di= 160</w:t>
            </w:r>
          </w:p>
        </w:tc>
        <w:tc>
          <w:tcPr>
            <w:tcW w:w="5598" w:type="dxa"/>
          </w:tcPr>
          <w:p w14:paraId="5D592F80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Gomito 90° EPE colore grigio diametro 160 mm.</w:t>
            </w:r>
          </w:p>
          <w:p w14:paraId="418034F7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2A35A1">
              <w:rPr>
                <w:rFonts w:ascii="Poppins" w:hAnsi="Poppins" w:cs="Poppins"/>
              </w:rPr>
              <w:t>mK</w:t>
            </w:r>
            <w:proofErr w:type="spellEnd"/>
            <w:r w:rsidRPr="002A35A1">
              <w:rPr>
                <w:rFonts w:ascii="Poppins" w:hAnsi="Poppins" w:cs="Poppins"/>
              </w:rPr>
              <w:t xml:space="preserve"> a 40 °C</w:t>
            </w:r>
          </w:p>
          <w:p w14:paraId="6E7CBE0C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Densità: 30 kg/mc</w:t>
            </w:r>
          </w:p>
          <w:p w14:paraId="4293B5CA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2A35A1">
              <w:rPr>
                <w:rFonts w:ascii="Poppins" w:hAnsi="Poppins" w:cs="Poppins"/>
              </w:rPr>
              <w:t>Euroclasse</w:t>
            </w:r>
            <w:proofErr w:type="spellEnd"/>
            <w:r w:rsidRPr="002A35A1">
              <w:rPr>
                <w:rFonts w:ascii="Poppins" w:hAnsi="Poppins" w:cs="Poppins"/>
              </w:rPr>
              <w:t xml:space="preserve"> E</w:t>
            </w:r>
          </w:p>
          <w:p w14:paraId="37B1E1B9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Diametro interno: 160 mm</w:t>
            </w:r>
          </w:p>
          <w:p w14:paraId="3E2D39CB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lastRenderedPageBreak/>
              <w:t>Spessore: 16 mm</w:t>
            </w:r>
          </w:p>
          <w:p w14:paraId="680EF470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Temperature limite: -45 °C/ +100 °C per breve periodo.</w:t>
            </w:r>
          </w:p>
          <w:p w14:paraId="20C468C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9F41F9D" w14:textId="489BB1D3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 xml:space="preserve">Marca </w:t>
            </w:r>
            <w:r w:rsidR="00B745EA">
              <w:rPr>
                <w:rFonts w:ascii="Poppins" w:hAnsi="Poppins" w:cs="Poppins"/>
                <w:b/>
              </w:rPr>
              <w:t>Emmeti</w:t>
            </w:r>
            <w:r w:rsidRPr="002A35A1">
              <w:rPr>
                <w:rFonts w:ascii="Poppins" w:hAnsi="Poppins" w:cs="Poppins"/>
                <w:b/>
              </w:rPr>
              <w:t xml:space="preserve"> – Modello Gomito 90° EPE colore grigio Di= 160 o </w:t>
            </w:r>
            <w:r w:rsidR="004575AC">
              <w:rPr>
                <w:rFonts w:ascii="Poppins" w:hAnsi="Poppins" w:cs="Poppins"/>
                <w:b/>
              </w:rPr>
              <w:t>equivalente.</w:t>
            </w:r>
          </w:p>
        </w:tc>
      </w:tr>
      <w:tr w:rsidR="002A35A1" w:rsidRPr="00B12348" w14:paraId="12C4E637" w14:textId="77777777" w:rsidTr="002A35A1">
        <w:tc>
          <w:tcPr>
            <w:tcW w:w="1377" w:type="dxa"/>
          </w:tcPr>
          <w:p w14:paraId="299C40E7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lastRenderedPageBreak/>
              <w:t>07235641</w:t>
            </w:r>
          </w:p>
        </w:tc>
        <w:tc>
          <w:tcPr>
            <w:tcW w:w="2563" w:type="dxa"/>
          </w:tcPr>
          <w:p w14:paraId="6A72AB8B" w14:textId="77777777" w:rsidR="002A35A1" w:rsidRPr="002A35A1" w:rsidRDefault="002A35A1" w:rsidP="002A35A1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Gomito 45° EPE, colore grigio, Di= 160</w:t>
            </w:r>
          </w:p>
        </w:tc>
        <w:tc>
          <w:tcPr>
            <w:tcW w:w="5598" w:type="dxa"/>
          </w:tcPr>
          <w:p w14:paraId="4C2BD43A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Gomito 45° EPE colore grigio diametro 160 mm.</w:t>
            </w:r>
          </w:p>
          <w:p w14:paraId="4879A204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2A35A1">
              <w:rPr>
                <w:rFonts w:ascii="Poppins" w:hAnsi="Poppins" w:cs="Poppins"/>
              </w:rPr>
              <w:t>mK</w:t>
            </w:r>
            <w:proofErr w:type="spellEnd"/>
            <w:r w:rsidRPr="002A35A1">
              <w:rPr>
                <w:rFonts w:ascii="Poppins" w:hAnsi="Poppins" w:cs="Poppins"/>
              </w:rPr>
              <w:t xml:space="preserve"> a 40 °C</w:t>
            </w:r>
          </w:p>
          <w:p w14:paraId="7D495156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Densità: 30 kg/mc</w:t>
            </w:r>
          </w:p>
          <w:p w14:paraId="00C240F0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2A35A1">
              <w:rPr>
                <w:rFonts w:ascii="Poppins" w:hAnsi="Poppins" w:cs="Poppins"/>
              </w:rPr>
              <w:t>Euroclasse</w:t>
            </w:r>
            <w:proofErr w:type="spellEnd"/>
            <w:r w:rsidRPr="002A35A1">
              <w:rPr>
                <w:rFonts w:ascii="Poppins" w:hAnsi="Poppins" w:cs="Poppins"/>
              </w:rPr>
              <w:t xml:space="preserve"> E</w:t>
            </w:r>
          </w:p>
          <w:p w14:paraId="3741F1DB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Diametro interno: 160 mm</w:t>
            </w:r>
          </w:p>
          <w:p w14:paraId="77E84103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Spessore: 16 mm</w:t>
            </w:r>
          </w:p>
          <w:p w14:paraId="24130F52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Temperature limite: -45 °C/ +100 °C per breve periodo.</w:t>
            </w:r>
          </w:p>
          <w:p w14:paraId="0A3F80C1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13B15EC" w14:textId="172A82A3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 xml:space="preserve">Marca </w:t>
            </w:r>
            <w:r w:rsidR="00B745EA">
              <w:rPr>
                <w:rFonts w:ascii="Poppins" w:hAnsi="Poppins" w:cs="Poppins"/>
                <w:b/>
              </w:rPr>
              <w:t>Emmeti</w:t>
            </w:r>
            <w:r w:rsidRPr="002A35A1">
              <w:rPr>
                <w:rFonts w:ascii="Poppins" w:hAnsi="Poppins" w:cs="Poppins"/>
                <w:b/>
              </w:rPr>
              <w:t xml:space="preserve"> – Modello Gomito 45° EPE colore grigio Di= 160 o </w:t>
            </w:r>
            <w:r w:rsidR="004575AC">
              <w:rPr>
                <w:rFonts w:ascii="Poppins" w:hAnsi="Poppins" w:cs="Poppins"/>
                <w:b/>
              </w:rPr>
              <w:t>equivalente.</w:t>
            </w:r>
          </w:p>
        </w:tc>
      </w:tr>
      <w:tr w:rsidR="002A35A1" w:rsidRPr="00B12348" w14:paraId="3C77F462" w14:textId="77777777" w:rsidTr="002A35A1">
        <w:tc>
          <w:tcPr>
            <w:tcW w:w="1377" w:type="dxa"/>
          </w:tcPr>
          <w:p w14:paraId="26C0798A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07235661</w:t>
            </w:r>
          </w:p>
        </w:tc>
        <w:tc>
          <w:tcPr>
            <w:tcW w:w="2563" w:type="dxa"/>
          </w:tcPr>
          <w:p w14:paraId="41036765" w14:textId="77777777" w:rsidR="002A35A1" w:rsidRPr="002A35A1" w:rsidRDefault="002A35A1" w:rsidP="002A35A1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Raccordo a T 90° EPE, colore grigio, Di= 160</w:t>
            </w:r>
          </w:p>
        </w:tc>
        <w:tc>
          <w:tcPr>
            <w:tcW w:w="5598" w:type="dxa"/>
          </w:tcPr>
          <w:p w14:paraId="3AA25360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Raccordo a T 90° EPE colore grigio diametro 160 mm.</w:t>
            </w:r>
          </w:p>
          <w:p w14:paraId="006560DF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2A35A1">
              <w:rPr>
                <w:rFonts w:ascii="Poppins" w:hAnsi="Poppins" w:cs="Poppins"/>
              </w:rPr>
              <w:t>mK</w:t>
            </w:r>
            <w:proofErr w:type="spellEnd"/>
            <w:r w:rsidRPr="002A35A1">
              <w:rPr>
                <w:rFonts w:ascii="Poppins" w:hAnsi="Poppins" w:cs="Poppins"/>
              </w:rPr>
              <w:t xml:space="preserve"> a 40 °C</w:t>
            </w:r>
          </w:p>
          <w:p w14:paraId="4C41FA11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Densità: 30 kg/mc</w:t>
            </w:r>
          </w:p>
          <w:p w14:paraId="1A233AB7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2A35A1">
              <w:rPr>
                <w:rFonts w:ascii="Poppins" w:hAnsi="Poppins" w:cs="Poppins"/>
              </w:rPr>
              <w:t>Euroclasse</w:t>
            </w:r>
            <w:proofErr w:type="spellEnd"/>
            <w:r w:rsidRPr="002A35A1">
              <w:rPr>
                <w:rFonts w:ascii="Poppins" w:hAnsi="Poppins" w:cs="Poppins"/>
              </w:rPr>
              <w:t xml:space="preserve"> E</w:t>
            </w:r>
          </w:p>
          <w:p w14:paraId="54904CDB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Diametro interno: 160 mm</w:t>
            </w:r>
          </w:p>
          <w:p w14:paraId="3EE14740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Spessore: 16 mm</w:t>
            </w:r>
          </w:p>
          <w:p w14:paraId="637725FC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Temperature limite: -45 °C/ +100 °C per breve periodo.</w:t>
            </w:r>
          </w:p>
          <w:p w14:paraId="6CF9162D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AD4B030" w14:textId="0D86E9E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A35A1">
              <w:rPr>
                <w:rFonts w:ascii="Poppins" w:hAnsi="Poppins" w:cs="Poppins"/>
                <w:b/>
              </w:rPr>
              <w:t xml:space="preserve">Marca </w:t>
            </w:r>
            <w:r w:rsidR="00B745EA">
              <w:rPr>
                <w:rFonts w:ascii="Poppins" w:hAnsi="Poppins" w:cs="Poppins"/>
                <w:b/>
              </w:rPr>
              <w:t>Emmeti</w:t>
            </w:r>
            <w:r w:rsidRPr="002A35A1">
              <w:rPr>
                <w:rFonts w:ascii="Poppins" w:hAnsi="Poppins" w:cs="Poppins"/>
                <w:b/>
              </w:rPr>
              <w:t xml:space="preserve"> – Modello Raccordo a T 90° EPE colore grigio Di= 160 o </w:t>
            </w:r>
            <w:r w:rsidR="004575AC">
              <w:rPr>
                <w:rFonts w:ascii="Poppins" w:hAnsi="Poppins" w:cs="Poppins"/>
                <w:b/>
              </w:rPr>
              <w:t>equivalente.</w:t>
            </w:r>
          </w:p>
        </w:tc>
      </w:tr>
      <w:tr w:rsidR="002A35A1" w:rsidRPr="00B12348" w14:paraId="74223F78" w14:textId="77777777" w:rsidTr="002A35A1">
        <w:tc>
          <w:tcPr>
            <w:tcW w:w="1377" w:type="dxa"/>
          </w:tcPr>
          <w:p w14:paraId="60E7305C" w14:textId="77777777" w:rsidR="002A35A1" w:rsidRPr="002A35A1" w:rsidRDefault="002A35A1" w:rsidP="002A35A1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07235681</w:t>
            </w:r>
          </w:p>
        </w:tc>
        <w:tc>
          <w:tcPr>
            <w:tcW w:w="2563" w:type="dxa"/>
          </w:tcPr>
          <w:p w14:paraId="203734AE" w14:textId="77777777" w:rsidR="002A35A1" w:rsidRPr="002A35A1" w:rsidRDefault="002A35A1" w:rsidP="002A35A1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Raccordo PP per tubi EPE Di= 160</w:t>
            </w:r>
          </w:p>
        </w:tc>
        <w:tc>
          <w:tcPr>
            <w:tcW w:w="5598" w:type="dxa"/>
          </w:tcPr>
          <w:p w14:paraId="00ECC956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Raccordo PP per tubi EPE diametro interno 160 mm.</w:t>
            </w:r>
          </w:p>
          <w:p w14:paraId="16F49EB8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179AE58" w14:textId="1343FB59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  <w:b/>
              </w:rPr>
              <w:t xml:space="preserve">Marca </w:t>
            </w:r>
            <w:r w:rsidR="00B745EA">
              <w:rPr>
                <w:rFonts w:ascii="Poppins" w:hAnsi="Poppins" w:cs="Poppins"/>
                <w:b/>
              </w:rPr>
              <w:t>Emmeti</w:t>
            </w:r>
            <w:r w:rsidRPr="002A35A1">
              <w:rPr>
                <w:rFonts w:ascii="Poppins" w:hAnsi="Poppins" w:cs="Poppins"/>
                <w:b/>
              </w:rPr>
              <w:t xml:space="preserve"> – Modello Raccordo PP per tubi EPE Di= 160 o </w:t>
            </w:r>
            <w:r w:rsidR="004575AC">
              <w:rPr>
                <w:rFonts w:ascii="Poppins" w:hAnsi="Poppins" w:cs="Poppins"/>
                <w:b/>
              </w:rPr>
              <w:t>equivalente.</w:t>
            </w:r>
          </w:p>
        </w:tc>
      </w:tr>
      <w:tr w:rsidR="002A35A1" w:rsidRPr="00B12348" w14:paraId="6BE43437" w14:textId="77777777" w:rsidTr="002A35A1">
        <w:tc>
          <w:tcPr>
            <w:tcW w:w="1377" w:type="dxa"/>
          </w:tcPr>
          <w:p w14:paraId="60E9CA7D" w14:textId="77777777" w:rsidR="002A35A1" w:rsidRPr="002A35A1" w:rsidRDefault="002A35A1" w:rsidP="002A35A1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A35A1">
              <w:rPr>
                <w:rFonts w:ascii="Poppins" w:hAnsi="Poppins" w:cs="Poppins"/>
                <w:bCs/>
                <w:sz w:val="20"/>
              </w:rPr>
              <w:t>07235691</w:t>
            </w:r>
          </w:p>
        </w:tc>
        <w:tc>
          <w:tcPr>
            <w:tcW w:w="2563" w:type="dxa"/>
          </w:tcPr>
          <w:p w14:paraId="040A0CD5" w14:textId="77777777" w:rsidR="002A35A1" w:rsidRPr="002A35A1" w:rsidRDefault="002A35A1" w:rsidP="002A35A1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Collare di fissaggio PP per tubi EPE Di= 160</w:t>
            </w:r>
          </w:p>
        </w:tc>
        <w:tc>
          <w:tcPr>
            <w:tcW w:w="5598" w:type="dxa"/>
          </w:tcPr>
          <w:p w14:paraId="109AFEAE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Collare di fissaggio PP per tubi EPE diametro interno 160 mm.</w:t>
            </w:r>
          </w:p>
          <w:p w14:paraId="25290EA3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3234A3F" w14:textId="65E2B7AA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  <w:b/>
              </w:rPr>
              <w:t xml:space="preserve">Marca </w:t>
            </w:r>
            <w:r w:rsidR="00B745EA">
              <w:rPr>
                <w:rFonts w:ascii="Poppins" w:hAnsi="Poppins" w:cs="Poppins"/>
                <w:b/>
              </w:rPr>
              <w:t>Emmeti</w:t>
            </w:r>
            <w:r w:rsidRPr="002A35A1">
              <w:rPr>
                <w:rFonts w:ascii="Poppins" w:hAnsi="Poppins" w:cs="Poppins"/>
                <w:b/>
              </w:rPr>
              <w:t xml:space="preserve"> – Modello Collare di fissaggio PP per tubi EPE Di= 160 o </w:t>
            </w:r>
            <w:r w:rsidR="004575AC">
              <w:rPr>
                <w:rFonts w:ascii="Poppins" w:hAnsi="Poppins" w:cs="Poppins"/>
                <w:b/>
              </w:rPr>
              <w:t>equivalente.</w:t>
            </w:r>
          </w:p>
        </w:tc>
      </w:tr>
      <w:tr w:rsidR="002A35A1" w:rsidRPr="00B12348" w14:paraId="508FD4E2" w14:textId="77777777" w:rsidTr="002A35A1">
        <w:tc>
          <w:tcPr>
            <w:tcW w:w="1377" w:type="dxa"/>
          </w:tcPr>
          <w:p w14:paraId="2CB42050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07815690</w:t>
            </w:r>
          </w:p>
        </w:tc>
        <w:tc>
          <w:tcPr>
            <w:tcW w:w="2563" w:type="dxa"/>
          </w:tcPr>
          <w:p w14:paraId="15485A22" w14:textId="77777777" w:rsidR="002A35A1" w:rsidRPr="002A35A1" w:rsidRDefault="002A35A1" w:rsidP="002A35A1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Condotto flessibile coibentato e antibatterico DN 127 L= 10 m</w:t>
            </w:r>
          </w:p>
        </w:tc>
        <w:tc>
          <w:tcPr>
            <w:tcW w:w="5598" w:type="dxa"/>
          </w:tcPr>
          <w:p w14:paraId="13B67F41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Condotto flessibile DN 127, colore grigio, realizzato con film di resine poliolefiniche additivate e master antibatterico, con spirale in filo di acciaio armonico.</w:t>
            </w:r>
          </w:p>
          <w:p w14:paraId="5B3C9D3B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Rivestimento termoisolante in fibra poliestere, spessore 25 mm e densità 16 kg/mc, con protezione esterna in film alluminato.</w:t>
            </w:r>
          </w:p>
          <w:p w14:paraId="3F68B840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Classe di reazione al fuoco (</w:t>
            </w:r>
            <w:proofErr w:type="spellStart"/>
            <w:r w:rsidRPr="002A35A1">
              <w:rPr>
                <w:rFonts w:ascii="Poppins" w:hAnsi="Poppins" w:cs="Poppins"/>
              </w:rPr>
              <w:t>rif.</w:t>
            </w:r>
            <w:proofErr w:type="spellEnd"/>
            <w:r w:rsidRPr="002A35A1">
              <w:rPr>
                <w:rFonts w:ascii="Poppins" w:hAnsi="Poppins" w:cs="Poppins"/>
              </w:rPr>
              <w:t xml:space="preserve"> DM 26/06/1984): 1.</w:t>
            </w:r>
          </w:p>
          <w:p w14:paraId="2F714498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lastRenderedPageBreak/>
              <w:t>Temperature di impiego: -20 °C/ +90 °C.</w:t>
            </w:r>
          </w:p>
          <w:p w14:paraId="276150CA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B65197E" w14:textId="132DC1DC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Condotto flessibile coibentato e antibatterico DN 127 L= 10 m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45A3F06F" w14:textId="77777777" w:rsidTr="002A35A1">
        <w:tc>
          <w:tcPr>
            <w:tcW w:w="1377" w:type="dxa"/>
          </w:tcPr>
          <w:p w14:paraId="38E6C156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lastRenderedPageBreak/>
              <w:t>07815700</w:t>
            </w:r>
          </w:p>
        </w:tc>
        <w:tc>
          <w:tcPr>
            <w:tcW w:w="2563" w:type="dxa"/>
          </w:tcPr>
          <w:p w14:paraId="0793D4EA" w14:textId="77777777" w:rsidR="002A35A1" w:rsidRPr="002A35A1" w:rsidRDefault="002A35A1" w:rsidP="002A35A1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Condotto flessibile coibentato e antibatterico DN 160 L= 10 m</w:t>
            </w:r>
          </w:p>
        </w:tc>
        <w:tc>
          <w:tcPr>
            <w:tcW w:w="5598" w:type="dxa"/>
          </w:tcPr>
          <w:p w14:paraId="4D5BD239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Condotto flessibile DN 160, colore grigio, realizzato con film di resine poliolefiniche additivate e master antibatterico, con spirale in filo di acciaio armonico.</w:t>
            </w:r>
          </w:p>
          <w:p w14:paraId="569CBDE8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Rivestimento termoisolante in fibra poliestere, spessore 25 mm e densità 16 kg/mc, con protezione esterna in film alluminato.</w:t>
            </w:r>
          </w:p>
          <w:p w14:paraId="562E4805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Classe di reazione al fuoco (</w:t>
            </w:r>
            <w:proofErr w:type="spellStart"/>
            <w:r w:rsidRPr="002A35A1">
              <w:rPr>
                <w:rFonts w:ascii="Poppins" w:hAnsi="Poppins" w:cs="Poppins"/>
              </w:rPr>
              <w:t>rif.</w:t>
            </w:r>
            <w:proofErr w:type="spellEnd"/>
            <w:r w:rsidRPr="002A35A1">
              <w:rPr>
                <w:rFonts w:ascii="Poppins" w:hAnsi="Poppins" w:cs="Poppins"/>
              </w:rPr>
              <w:t xml:space="preserve"> DM 26/06/1984): 1.</w:t>
            </w:r>
          </w:p>
          <w:p w14:paraId="488DC062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Temperature di impiego: -20 °C/ +90 °C.</w:t>
            </w:r>
          </w:p>
          <w:p w14:paraId="011A3DE8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6C599A3" w14:textId="16C6CB02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Condotto flessibile coibentato e antibatterico DN 160 L= 10 m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3FF1AFE4" w14:textId="77777777" w:rsidTr="002A35A1">
        <w:tc>
          <w:tcPr>
            <w:tcW w:w="1377" w:type="dxa"/>
          </w:tcPr>
          <w:p w14:paraId="3D4BBF0C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07815705</w:t>
            </w:r>
          </w:p>
        </w:tc>
        <w:tc>
          <w:tcPr>
            <w:tcW w:w="2563" w:type="dxa"/>
          </w:tcPr>
          <w:p w14:paraId="1DECF858" w14:textId="77777777" w:rsidR="002A35A1" w:rsidRPr="002A35A1" w:rsidRDefault="002A35A1" w:rsidP="002A35A1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Condotto flessibile coibentato e antibatterico DN 200 L= 10 m</w:t>
            </w:r>
          </w:p>
        </w:tc>
        <w:tc>
          <w:tcPr>
            <w:tcW w:w="5598" w:type="dxa"/>
          </w:tcPr>
          <w:p w14:paraId="26FFF84D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Condotto flessibile DN 200, colore grigio, realizzato con film di resine poliolefiniche additivate e master antibatterico, con spirale in filo di acciaio armonico.</w:t>
            </w:r>
          </w:p>
          <w:p w14:paraId="44E55B85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Rivestimento termoisolante in fibra poliestere, spessore 25 mm e densità 16 kg/mc, con protezione esterna in film alluminato.</w:t>
            </w:r>
          </w:p>
          <w:p w14:paraId="2DF4C3FA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Classe di reazione al fuoco (</w:t>
            </w:r>
            <w:proofErr w:type="spellStart"/>
            <w:r w:rsidRPr="002A35A1">
              <w:rPr>
                <w:rFonts w:ascii="Poppins" w:hAnsi="Poppins" w:cs="Poppins"/>
              </w:rPr>
              <w:t>rif.</w:t>
            </w:r>
            <w:proofErr w:type="spellEnd"/>
            <w:r w:rsidRPr="002A35A1">
              <w:rPr>
                <w:rFonts w:ascii="Poppins" w:hAnsi="Poppins" w:cs="Poppins"/>
              </w:rPr>
              <w:t xml:space="preserve"> DM 26/06/1984): 1.</w:t>
            </w:r>
          </w:p>
          <w:p w14:paraId="220F0C50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Temperature di impiego: -20 °C/ +90 °C.</w:t>
            </w:r>
          </w:p>
          <w:p w14:paraId="36581F4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DB47B79" w14:textId="76F8C89D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Condotto flessibile coibentato e antibatterico DN 200 L= 10 m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2A35A1" w:rsidRPr="00B12348" w14:paraId="65CC05E5" w14:textId="77777777" w:rsidTr="002A35A1">
        <w:tc>
          <w:tcPr>
            <w:tcW w:w="1377" w:type="dxa"/>
          </w:tcPr>
          <w:p w14:paraId="35F59D10" w14:textId="77777777" w:rsidR="002A35A1" w:rsidRPr="002A35A1" w:rsidRDefault="002A35A1" w:rsidP="002A35A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07815685</w:t>
            </w:r>
          </w:p>
        </w:tc>
        <w:tc>
          <w:tcPr>
            <w:tcW w:w="2563" w:type="dxa"/>
          </w:tcPr>
          <w:p w14:paraId="2A97437C" w14:textId="77777777" w:rsidR="002A35A1" w:rsidRPr="002A35A1" w:rsidRDefault="002A35A1" w:rsidP="002A35A1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Condotto flessibile, antibatterico, DN 200 L= 10 m</w:t>
            </w:r>
          </w:p>
        </w:tc>
        <w:tc>
          <w:tcPr>
            <w:tcW w:w="5598" w:type="dxa"/>
          </w:tcPr>
          <w:p w14:paraId="0804A944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Condotto flessibile DN 200, colore grigio, realizzato con film di resine poliolefiniche additivate e master antibatterico, con spirale in filo di acciaio armonico.</w:t>
            </w:r>
          </w:p>
          <w:p w14:paraId="35DE588A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Classe di reazione al fuoco (</w:t>
            </w:r>
            <w:proofErr w:type="spellStart"/>
            <w:r w:rsidRPr="002A35A1">
              <w:rPr>
                <w:rFonts w:ascii="Poppins" w:hAnsi="Poppins" w:cs="Poppins"/>
              </w:rPr>
              <w:t>rif.</w:t>
            </w:r>
            <w:proofErr w:type="spellEnd"/>
            <w:r w:rsidRPr="002A35A1">
              <w:rPr>
                <w:rFonts w:ascii="Poppins" w:hAnsi="Poppins" w:cs="Poppins"/>
              </w:rPr>
              <w:t xml:space="preserve"> DM 26/06/1984): 1.</w:t>
            </w:r>
          </w:p>
          <w:p w14:paraId="2DF780DF" w14:textId="77777777" w:rsidR="002A35A1" w:rsidRPr="002A35A1" w:rsidRDefault="002A35A1" w:rsidP="00764D1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2A35A1">
              <w:rPr>
                <w:rFonts w:ascii="Poppins" w:hAnsi="Poppins" w:cs="Poppins"/>
              </w:rPr>
              <w:t>Temperature di impiego: -20 °C/ +90 °C.</w:t>
            </w:r>
          </w:p>
          <w:p w14:paraId="0B17C395" w14:textId="77777777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9B6D311" w14:textId="2D8DA980" w:rsidR="002A35A1" w:rsidRPr="002A35A1" w:rsidRDefault="002A35A1" w:rsidP="00764D1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A35A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745EA">
              <w:rPr>
                <w:rFonts w:ascii="Poppins" w:hAnsi="Poppins" w:cs="Poppins"/>
                <w:b/>
                <w:sz w:val="20"/>
              </w:rPr>
              <w:t>Emmeti</w:t>
            </w:r>
            <w:r w:rsidRPr="002A35A1">
              <w:rPr>
                <w:rFonts w:ascii="Poppins" w:hAnsi="Poppins" w:cs="Poppins"/>
                <w:b/>
                <w:sz w:val="20"/>
              </w:rPr>
              <w:t xml:space="preserve"> – Modello Condotto flessibile, antibatterico, DN 200 L= 10 m o </w:t>
            </w:r>
            <w:r w:rsidR="004575AC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374B5" w:rsidRPr="00B12348" w14:paraId="164ACCE4" w14:textId="77777777" w:rsidTr="002A35A1">
        <w:tc>
          <w:tcPr>
            <w:tcW w:w="1377" w:type="dxa"/>
          </w:tcPr>
          <w:p w14:paraId="5F0B1069" w14:textId="77777777" w:rsidR="00E374B5" w:rsidRPr="002A35A1" w:rsidRDefault="00E374B5" w:rsidP="00E374B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2A35A1">
              <w:rPr>
                <w:rFonts w:ascii="Poppins" w:hAnsi="Poppins" w:cs="Poppins"/>
                <w:sz w:val="20"/>
              </w:rPr>
              <w:t>07815740</w:t>
            </w:r>
          </w:p>
        </w:tc>
        <w:tc>
          <w:tcPr>
            <w:tcW w:w="2563" w:type="dxa"/>
          </w:tcPr>
          <w:p w14:paraId="46816D67" w14:textId="60BECC39" w:rsidR="00E374B5" w:rsidRPr="002A35A1" w:rsidRDefault="00E374B5" w:rsidP="00E374B5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Nastro adesivo in alluminio, colore nero, rotolo da 50 m</w:t>
            </w:r>
            <w:r>
              <w:rPr>
                <w:rFonts w:ascii="Poppins" w:hAnsi="Poppins" w:cs="Poppins"/>
                <w:sz w:val="20"/>
              </w:rPr>
              <w:t>, H = 50 mm</w:t>
            </w:r>
          </w:p>
        </w:tc>
        <w:tc>
          <w:tcPr>
            <w:tcW w:w="5598" w:type="dxa"/>
          </w:tcPr>
          <w:p w14:paraId="266B3E0C" w14:textId="77777777" w:rsidR="00E374B5" w:rsidRPr="00E05187" w:rsidRDefault="00E374B5" w:rsidP="00E374B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Nastro adesivo in alluminio, colore nero.</w:t>
            </w:r>
          </w:p>
          <w:p w14:paraId="7B382A8C" w14:textId="77777777" w:rsidR="00E374B5" w:rsidRPr="00E05187" w:rsidRDefault="00E374B5" w:rsidP="00E374B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Spessore 50 micron.</w:t>
            </w:r>
          </w:p>
          <w:p w14:paraId="34C5350C" w14:textId="77777777" w:rsidR="00E374B5" w:rsidRPr="00E05187" w:rsidRDefault="00E374B5" w:rsidP="00E374B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Rotolo da 50 m.</w:t>
            </w:r>
          </w:p>
          <w:p w14:paraId="0C90CE53" w14:textId="77777777" w:rsidR="00E374B5" w:rsidRPr="00E05187" w:rsidRDefault="00E374B5" w:rsidP="00E374B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6E04F30" w14:textId="2A480C23" w:rsidR="00E374B5" w:rsidRPr="002A35A1" w:rsidRDefault="00E374B5" w:rsidP="00E374B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- </w:t>
            </w:r>
            <w:r w:rsidRPr="00E05187">
              <w:rPr>
                <w:rFonts w:ascii="Poppins" w:hAnsi="Poppins" w:cs="Poppins"/>
                <w:b/>
                <w:sz w:val="20"/>
              </w:rPr>
              <w:t>Modello Nastro adesivo in alluminio, colore nero, rotolo da 50 m</w:t>
            </w:r>
            <w:r>
              <w:rPr>
                <w:rFonts w:ascii="Poppins" w:hAnsi="Poppins" w:cs="Poppins"/>
                <w:b/>
                <w:sz w:val="20"/>
              </w:rPr>
              <w:t xml:space="preserve">, </w:t>
            </w:r>
            <w:r w:rsidRPr="0020726E">
              <w:rPr>
                <w:rFonts w:ascii="Poppins" w:hAnsi="Poppins" w:cs="Poppins"/>
                <w:b/>
                <w:sz w:val="20"/>
              </w:rPr>
              <w:t>H = 50 mm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o </w:t>
            </w:r>
            <w:r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</w:tbl>
    <w:p w14:paraId="4EA30265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7311C" w14:textId="77777777" w:rsidR="00BD10E5" w:rsidRDefault="00BD10E5">
      <w:r>
        <w:separator/>
      </w:r>
    </w:p>
  </w:endnote>
  <w:endnote w:type="continuationSeparator" w:id="0">
    <w:p w14:paraId="682F7B3D" w14:textId="77777777" w:rsidR="00BD10E5" w:rsidRDefault="00BD1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19AC6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7D13034" w14:textId="77777777" w:rsidTr="004706FD">
      <w:tc>
        <w:tcPr>
          <w:tcW w:w="4534" w:type="dxa"/>
        </w:tcPr>
        <w:p w14:paraId="0D3B8EA0" w14:textId="69D5182C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2A35A1">
            <w:rPr>
              <w:rFonts w:ascii="Poppins" w:hAnsi="Poppins" w:cs="Poppins"/>
              <w:iCs/>
              <w:noProof/>
              <w:sz w:val="16"/>
            </w:rPr>
            <w:t>Unità termoventilante UTO UTV Small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  <w:r w:rsidR="002D4CDD">
            <w:rPr>
              <w:rFonts w:ascii="Poppins" w:hAnsi="Poppins" w:cs="Poppins"/>
              <w:iCs/>
              <w:sz w:val="16"/>
            </w:rPr>
            <w:t xml:space="preserve"> e accessori</w:t>
          </w:r>
        </w:p>
      </w:tc>
      <w:tc>
        <w:tcPr>
          <w:tcW w:w="5176" w:type="dxa"/>
        </w:tcPr>
        <w:p w14:paraId="40DB4ACB" w14:textId="449F9F4A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E374B5">
            <w:rPr>
              <w:rFonts w:ascii="Poppins" w:hAnsi="Poppins" w:cs="Poppins"/>
              <w:noProof/>
              <w:sz w:val="14"/>
              <w:szCs w:val="14"/>
            </w:rPr>
            <w:t>36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F33084A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72AFD765" wp14:editId="5EE738A6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C60A" w14:textId="77777777" w:rsidR="00BD10E5" w:rsidRDefault="00BD10E5">
      <w:r>
        <w:separator/>
      </w:r>
    </w:p>
  </w:footnote>
  <w:footnote w:type="continuationSeparator" w:id="0">
    <w:p w14:paraId="0D64E507" w14:textId="77777777" w:rsidR="00BD10E5" w:rsidRDefault="00BD1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DC083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2103B998" wp14:editId="26F3D144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84F3A3B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279CA2B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D51BA"/>
    <w:multiLevelType w:val="hybridMultilevel"/>
    <w:tmpl w:val="3652688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C1D6A"/>
    <w:multiLevelType w:val="hybridMultilevel"/>
    <w:tmpl w:val="4BCAF11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06B02"/>
    <w:multiLevelType w:val="hybridMultilevel"/>
    <w:tmpl w:val="E9526BB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00018"/>
    <w:multiLevelType w:val="hybridMultilevel"/>
    <w:tmpl w:val="9E9C46C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C54F4F"/>
    <w:multiLevelType w:val="hybridMultilevel"/>
    <w:tmpl w:val="883A907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84E11"/>
    <w:multiLevelType w:val="hybridMultilevel"/>
    <w:tmpl w:val="493E2E2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726374"/>
    <w:multiLevelType w:val="hybridMultilevel"/>
    <w:tmpl w:val="6FA0DBA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755B38"/>
    <w:multiLevelType w:val="hybridMultilevel"/>
    <w:tmpl w:val="67CA3D1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B336DF"/>
    <w:multiLevelType w:val="hybridMultilevel"/>
    <w:tmpl w:val="A582E39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40E265F0"/>
    <w:multiLevelType w:val="hybridMultilevel"/>
    <w:tmpl w:val="DA56B03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9070C0"/>
    <w:multiLevelType w:val="hybridMultilevel"/>
    <w:tmpl w:val="8F869D9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61BB7C5A"/>
    <w:multiLevelType w:val="hybridMultilevel"/>
    <w:tmpl w:val="DA7A0A1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524FAA"/>
    <w:multiLevelType w:val="hybridMultilevel"/>
    <w:tmpl w:val="0342727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F04D2"/>
    <w:multiLevelType w:val="hybridMultilevel"/>
    <w:tmpl w:val="1D4C52E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8D0F6F"/>
    <w:multiLevelType w:val="hybridMultilevel"/>
    <w:tmpl w:val="969EBC3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2463576">
    <w:abstractNumId w:val="29"/>
  </w:num>
  <w:num w:numId="2" w16cid:durableId="1801604678">
    <w:abstractNumId w:val="28"/>
  </w:num>
  <w:num w:numId="3" w16cid:durableId="1801338280">
    <w:abstractNumId w:val="12"/>
  </w:num>
  <w:num w:numId="4" w16cid:durableId="25256602">
    <w:abstractNumId w:val="5"/>
  </w:num>
  <w:num w:numId="5" w16cid:durableId="1194733044">
    <w:abstractNumId w:val="22"/>
  </w:num>
  <w:num w:numId="6" w16cid:durableId="2110733540">
    <w:abstractNumId w:val="20"/>
  </w:num>
  <w:num w:numId="7" w16cid:durableId="371079082">
    <w:abstractNumId w:val="15"/>
  </w:num>
  <w:num w:numId="8" w16cid:durableId="207883868">
    <w:abstractNumId w:val="20"/>
  </w:num>
  <w:num w:numId="9" w16cid:durableId="1648315015">
    <w:abstractNumId w:val="0"/>
  </w:num>
  <w:num w:numId="10" w16cid:durableId="164783226">
    <w:abstractNumId w:val="20"/>
  </w:num>
  <w:num w:numId="11" w16cid:durableId="2081949284">
    <w:abstractNumId w:val="34"/>
  </w:num>
  <w:num w:numId="12" w16cid:durableId="721289534">
    <w:abstractNumId w:val="38"/>
  </w:num>
  <w:num w:numId="13" w16cid:durableId="2071876474">
    <w:abstractNumId w:val="33"/>
  </w:num>
  <w:num w:numId="14" w16cid:durableId="412706820">
    <w:abstractNumId w:val="17"/>
  </w:num>
  <w:num w:numId="15" w16cid:durableId="1076780048">
    <w:abstractNumId w:val="35"/>
  </w:num>
  <w:num w:numId="16" w16cid:durableId="406462543">
    <w:abstractNumId w:val="44"/>
  </w:num>
  <w:num w:numId="17" w16cid:durableId="1196306053">
    <w:abstractNumId w:val="46"/>
  </w:num>
  <w:num w:numId="18" w16cid:durableId="1052073300">
    <w:abstractNumId w:val="36"/>
  </w:num>
  <w:num w:numId="19" w16cid:durableId="1701853627">
    <w:abstractNumId w:val="1"/>
  </w:num>
  <w:num w:numId="20" w16cid:durableId="1555510625">
    <w:abstractNumId w:val="2"/>
  </w:num>
  <w:num w:numId="21" w16cid:durableId="2041541261">
    <w:abstractNumId w:val="23"/>
  </w:num>
  <w:num w:numId="22" w16cid:durableId="1285691108">
    <w:abstractNumId w:val="7"/>
  </w:num>
  <w:num w:numId="23" w16cid:durableId="1223754601">
    <w:abstractNumId w:val="32"/>
  </w:num>
  <w:num w:numId="24" w16cid:durableId="332146197">
    <w:abstractNumId w:val="45"/>
  </w:num>
  <w:num w:numId="25" w16cid:durableId="1301032534">
    <w:abstractNumId w:val="13"/>
  </w:num>
  <w:num w:numId="26" w16cid:durableId="3478589">
    <w:abstractNumId w:val="19"/>
  </w:num>
  <w:num w:numId="27" w16cid:durableId="2121492536">
    <w:abstractNumId w:val="41"/>
  </w:num>
  <w:num w:numId="28" w16cid:durableId="1354578093">
    <w:abstractNumId w:val="21"/>
  </w:num>
  <w:num w:numId="29" w16cid:durableId="304705184">
    <w:abstractNumId w:val="6"/>
  </w:num>
  <w:num w:numId="30" w16cid:durableId="158429412">
    <w:abstractNumId w:val="26"/>
  </w:num>
  <w:num w:numId="31" w16cid:durableId="758521825">
    <w:abstractNumId w:val="42"/>
  </w:num>
  <w:num w:numId="32" w16cid:durableId="560285467">
    <w:abstractNumId w:val="10"/>
  </w:num>
  <w:num w:numId="33" w16cid:durableId="1525052863">
    <w:abstractNumId w:val="10"/>
  </w:num>
  <w:num w:numId="34" w16cid:durableId="860120618">
    <w:abstractNumId w:val="8"/>
  </w:num>
  <w:num w:numId="35" w16cid:durableId="621498843">
    <w:abstractNumId w:val="30"/>
  </w:num>
  <w:num w:numId="36" w16cid:durableId="581843145">
    <w:abstractNumId w:val="24"/>
  </w:num>
  <w:num w:numId="37" w16cid:durableId="84158350">
    <w:abstractNumId w:val="14"/>
  </w:num>
  <w:num w:numId="38" w16cid:durableId="1867667865">
    <w:abstractNumId w:val="4"/>
  </w:num>
  <w:num w:numId="39" w16cid:durableId="2000036871">
    <w:abstractNumId w:val="40"/>
  </w:num>
  <w:num w:numId="40" w16cid:durableId="1035228483">
    <w:abstractNumId w:val="16"/>
  </w:num>
  <w:num w:numId="41" w16cid:durableId="826631745">
    <w:abstractNumId w:val="18"/>
  </w:num>
  <w:num w:numId="42" w16cid:durableId="1718166111">
    <w:abstractNumId w:val="31"/>
  </w:num>
  <w:num w:numId="43" w16cid:durableId="1908763294">
    <w:abstractNumId w:val="43"/>
  </w:num>
  <w:num w:numId="44" w16cid:durableId="1083991931">
    <w:abstractNumId w:val="9"/>
  </w:num>
  <w:num w:numId="45" w16cid:durableId="1966427382">
    <w:abstractNumId w:val="27"/>
  </w:num>
  <w:num w:numId="46" w16cid:durableId="1002658008">
    <w:abstractNumId w:val="11"/>
  </w:num>
  <w:num w:numId="47" w16cid:durableId="1325016128">
    <w:abstractNumId w:val="39"/>
  </w:num>
  <w:num w:numId="48" w16cid:durableId="219824970">
    <w:abstractNumId w:val="25"/>
  </w:num>
  <w:num w:numId="49" w16cid:durableId="432016240">
    <w:abstractNumId w:val="3"/>
  </w:num>
  <w:num w:numId="50" w16cid:durableId="28523928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A35A1"/>
    <w:rsid w:val="002B5D63"/>
    <w:rsid w:val="002D4CDD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4272FC"/>
    <w:rsid w:val="00433C12"/>
    <w:rsid w:val="0044592F"/>
    <w:rsid w:val="00447EFC"/>
    <w:rsid w:val="004575AC"/>
    <w:rsid w:val="004706FD"/>
    <w:rsid w:val="00474537"/>
    <w:rsid w:val="0048382E"/>
    <w:rsid w:val="004F1A26"/>
    <w:rsid w:val="005235FA"/>
    <w:rsid w:val="00525BAE"/>
    <w:rsid w:val="00530F9B"/>
    <w:rsid w:val="005315F1"/>
    <w:rsid w:val="00532DCB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10F7D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64D13"/>
    <w:rsid w:val="00782096"/>
    <w:rsid w:val="007B5BA3"/>
    <w:rsid w:val="007D5EC7"/>
    <w:rsid w:val="007E6E02"/>
    <w:rsid w:val="007E7665"/>
    <w:rsid w:val="007F4841"/>
    <w:rsid w:val="008014DD"/>
    <w:rsid w:val="0080323F"/>
    <w:rsid w:val="00815101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55311"/>
    <w:rsid w:val="00A62A77"/>
    <w:rsid w:val="00A743FF"/>
    <w:rsid w:val="00A82E78"/>
    <w:rsid w:val="00AA3D3E"/>
    <w:rsid w:val="00AC0741"/>
    <w:rsid w:val="00AD05EC"/>
    <w:rsid w:val="00AD1706"/>
    <w:rsid w:val="00AF350C"/>
    <w:rsid w:val="00AF57DC"/>
    <w:rsid w:val="00B406A9"/>
    <w:rsid w:val="00B745EA"/>
    <w:rsid w:val="00B7475F"/>
    <w:rsid w:val="00B93CD1"/>
    <w:rsid w:val="00BB0104"/>
    <w:rsid w:val="00BB2A5B"/>
    <w:rsid w:val="00BD10E5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374B5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1B32234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67D8E-70F4-4BAE-8128-C391553B5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36</Pages>
  <Words>8867</Words>
  <Characters>48625</Characters>
  <Application>Microsoft Office Word</Application>
  <DocSecurity>0</DocSecurity>
  <Lines>405</Lines>
  <Paragraphs>114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57378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</cp:revision>
  <cp:lastPrinted>2013-11-14T13:48:00Z</cp:lastPrinted>
  <dcterms:created xsi:type="dcterms:W3CDTF">2025-08-25T11:51:00Z</dcterms:created>
  <dcterms:modified xsi:type="dcterms:W3CDTF">2025-08-25T11:51:00Z</dcterms:modified>
</cp:coreProperties>
</file>